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FF" w:rsidRDefault="00001F6B" w:rsidP="008A4F8A">
      <w:pPr>
        <w:ind w:left="5760" w:firstLine="72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425.6pt;margin-top:15.2pt;width:245.6pt;height:0;z-index:251662336" o:connectortype="straight" strokeweight="1.5pt"/>
        </w:pict>
      </w:r>
      <w:r w:rsidR="00F7545A">
        <w:rPr>
          <w:b/>
          <w:sz w:val="28"/>
          <w:szCs w:val="28"/>
        </w:rPr>
        <w:t xml:space="preserve">  </w:t>
      </w:r>
      <w:r w:rsidR="005D118C" w:rsidRPr="00F7545A">
        <w:rPr>
          <w:b/>
          <w:sz w:val="28"/>
          <w:szCs w:val="28"/>
        </w:rPr>
        <w:t>Student Name:</w:t>
      </w:r>
      <w:r w:rsidR="00FC69C3" w:rsidRPr="00F7545A">
        <w:rPr>
          <w:b/>
          <w:sz w:val="28"/>
          <w:szCs w:val="28"/>
        </w:rPr>
        <w:t xml:space="preserve">            </w:t>
      </w:r>
    </w:p>
    <w:p w:rsidR="005D118C" w:rsidRPr="00F7545A" w:rsidRDefault="00001F6B" w:rsidP="008A4F8A">
      <w:pPr>
        <w:ind w:left="-18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1" type="#_x0000_t32" style="position:absolute;left:0;text-align:left;margin-left:104.8pt;margin-top:14.9pt;width:353.6pt;height:0;z-index:251663360" o:connectortype="straight" strokeweight="1.5pt"/>
        </w:pict>
      </w:r>
      <w:r>
        <w:rPr>
          <w:b/>
          <w:noProof/>
          <w:sz w:val="28"/>
          <w:szCs w:val="28"/>
        </w:rPr>
        <w:pict>
          <v:shape id="_x0000_s1032" type="#_x0000_t32" style="position:absolute;left:0;text-align:left;margin-left:499.2pt;margin-top:15.7pt;width:172pt;height:.05pt;flip:y;z-index:251664384" o:connectortype="straight" strokeweight="1.5pt"/>
        </w:pict>
      </w:r>
      <w:r w:rsidR="005D118C" w:rsidRPr="00F7545A">
        <w:rPr>
          <w:b/>
          <w:sz w:val="28"/>
          <w:szCs w:val="28"/>
        </w:rPr>
        <w:t>Assignment Title:</w:t>
      </w:r>
      <w:r w:rsidR="00FC69C3" w:rsidRPr="00F7545A">
        <w:rPr>
          <w:b/>
          <w:sz w:val="28"/>
          <w:szCs w:val="28"/>
        </w:rPr>
        <w:tab/>
      </w:r>
      <w:r w:rsidR="00FC69C3" w:rsidRPr="00F7545A">
        <w:rPr>
          <w:b/>
          <w:sz w:val="28"/>
          <w:szCs w:val="28"/>
        </w:rPr>
        <w:tab/>
      </w:r>
      <w:r w:rsidR="00FC69C3" w:rsidRPr="00F7545A">
        <w:rPr>
          <w:b/>
          <w:sz w:val="28"/>
          <w:szCs w:val="28"/>
        </w:rPr>
        <w:tab/>
      </w:r>
      <w:r w:rsidR="00FC69C3" w:rsidRPr="00F7545A">
        <w:rPr>
          <w:b/>
          <w:sz w:val="28"/>
          <w:szCs w:val="28"/>
        </w:rPr>
        <w:tab/>
      </w:r>
      <w:r w:rsidR="00FC69C3" w:rsidRPr="00F7545A">
        <w:rPr>
          <w:b/>
          <w:sz w:val="28"/>
          <w:szCs w:val="28"/>
        </w:rPr>
        <w:tab/>
      </w:r>
      <w:r w:rsidR="00FC69C3" w:rsidRPr="00F7545A">
        <w:rPr>
          <w:b/>
          <w:sz w:val="28"/>
          <w:szCs w:val="28"/>
        </w:rPr>
        <w:tab/>
      </w:r>
      <w:r w:rsidR="00FC69C3" w:rsidRPr="00F7545A">
        <w:rPr>
          <w:b/>
          <w:sz w:val="28"/>
          <w:szCs w:val="28"/>
        </w:rPr>
        <w:tab/>
      </w:r>
      <w:r w:rsidR="00FC69C3" w:rsidRPr="00F7545A">
        <w:rPr>
          <w:b/>
          <w:sz w:val="28"/>
          <w:szCs w:val="28"/>
        </w:rPr>
        <w:tab/>
      </w:r>
      <w:r w:rsidR="00FC69C3" w:rsidRPr="00F7545A">
        <w:rPr>
          <w:b/>
          <w:sz w:val="28"/>
          <w:szCs w:val="28"/>
        </w:rPr>
        <w:tab/>
      </w:r>
      <w:r w:rsidR="00FC69C3" w:rsidRPr="00F7545A">
        <w:rPr>
          <w:b/>
          <w:sz w:val="28"/>
          <w:szCs w:val="28"/>
        </w:rPr>
        <w:tab/>
        <w:t xml:space="preserve"> </w:t>
      </w:r>
      <w:r w:rsidR="00F7545A">
        <w:rPr>
          <w:b/>
          <w:sz w:val="28"/>
          <w:szCs w:val="28"/>
        </w:rPr>
        <w:tab/>
      </w:r>
      <w:r w:rsidR="005D118C" w:rsidRPr="00F7545A">
        <w:rPr>
          <w:b/>
          <w:sz w:val="28"/>
          <w:szCs w:val="28"/>
        </w:rPr>
        <w:t>Date</w:t>
      </w:r>
      <w:r w:rsidR="00FC69C3" w:rsidRPr="00F7545A">
        <w:rPr>
          <w:b/>
          <w:sz w:val="28"/>
          <w:szCs w:val="28"/>
        </w:rPr>
        <w:t>:</w:t>
      </w:r>
    </w:p>
    <w:tbl>
      <w:tblPr>
        <w:tblStyle w:val="TableGrid"/>
        <w:tblpPr w:leftFromText="180" w:rightFromText="180" w:vertAnchor="page" w:horzAnchor="margin" w:tblpY="2241"/>
        <w:tblW w:w="13896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4A0"/>
      </w:tblPr>
      <w:tblGrid>
        <w:gridCol w:w="2438"/>
        <w:gridCol w:w="2291"/>
        <w:gridCol w:w="2292"/>
        <w:gridCol w:w="2291"/>
        <w:gridCol w:w="2292"/>
        <w:gridCol w:w="2292"/>
      </w:tblGrid>
      <w:tr w:rsidR="00F84DED" w:rsidTr="00652BED">
        <w:trPr>
          <w:trHeight w:val="837"/>
        </w:trPr>
        <w:tc>
          <w:tcPr>
            <w:tcW w:w="2438" w:type="dxa"/>
            <w:shd w:val="clear" w:color="auto" w:fill="EEECE1" w:themeFill="background2"/>
          </w:tcPr>
          <w:p w:rsidR="008A4F8A" w:rsidRPr="00F7545A" w:rsidRDefault="008A4F8A" w:rsidP="008A4F8A">
            <w:pPr>
              <w:jc w:val="center"/>
              <w:rPr>
                <w:b/>
                <w:sz w:val="28"/>
                <w:szCs w:val="28"/>
              </w:rPr>
            </w:pPr>
            <w:r w:rsidRPr="00F7545A">
              <w:rPr>
                <w:b/>
                <w:sz w:val="28"/>
                <w:szCs w:val="28"/>
              </w:rPr>
              <w:t>Areas of Assessment</w:t>
            </w:r>
          </w:p>
          <w:p w:rsidR="008A4F8A" w:rsidRPr="00C51E98" w:rsidRDefault="008A4F8A" w:rsidP="005F32A3">
            <w:pPr>
              <w:jc w:val="center"/>
              <w:rPr>
                <w:b/>
              </w:rPr>
            </w:pPr>
          </w:p>
        </w:tc>
        <w:tc>
          <w:tcPr>
            <w:tcW w:w="2291" w:type="dxa"/>
            <w:shd w:val="clear" w:color="auto" w:fill="C6D9F1" w:themeFill="text2" w:themeFillTint="33"/>
          </w:tcPr>
          <w:p w:rsidR="008A4F8A" w:rsidRPr="00652BED" w:rsidRDefault="00001F6B" w:rsidP="008A4F8A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001F6B">
              <w:rPr>
                <w:b/>
                <w:noProof/>
                <w:sz w:val="40"/>
                <w:szCs w:val="40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07" type="#_x0000_t13" style="position:absolute;left:0;text-align:left;margin-left:97.2pt;margin-top:13.8pt;width:24.8pt;height:27.2pt;z-index:251670528;mso-position-horizontal-relative:text;mso-position-vertical-relative:text"/>
              </w:pict>
            </w:r>
            <w:r w:rsidRPr="00001F6B">
              <w:rPr>
                <w:b/>
                <w:noProof/>
                <w:sz w:val="40"/>
                <w:szCs w:val="40"/>
              </w:rPr>
              <w:pict>
                <v:shape id="_x0000_s1103" type="#_x0000_t13" style="position:absolute;left:0;text-align:left;margin-left:97.2pt;margin-top:13.8pt;width:24.8pt;height:27.2pt;z-index:251666432;mso-position-horizontal-relative:text;mso-position-vertical-relative:text"/>
              </w:pict>
            </w:r>
            <w:r w:rsidR="008A4F8A" w:rsidRPr="00652BED">
              <w:rPr>
                <w:b/>
                <w:color w:val="FFFFFF" w:themeColor="background1"/>
                <w:sz w:val="40"/>
                <w:szCs w:val="40"/>
              </w:rPr>
              <w:t>Absent</w:t>
            </w:r>
          </w:p>
          <w:p w:rsidR="008A4F8A" w:rsidRPr="00652BED" w:rsidRDefault="008A4F8A" w:rsidP="008A4F8A">
            <w:pPr>
              <w:jc w:val="center"/>
              <w:rPr>
                <w:b/>
                <w:i/>
                <w:color w:val="FFFFFF" w:themeColor="background1"/>
                <w:sz w:val="40"/>
                <w:szCs w:val="40"/>
              </w:rPr>
            </w:pPr>
          </w:p>
        </w:tc>
        <w:tc>
          <w:tcPr>
            <w:tcW w:w="2292" w:type="dxa"/>
            <w:shd w:val="clear" w:color="auto" w:fill="66CCFF"/>
          </w:tcPr>
          <w:p w:rsidR="008A4F8A" w:rsidRPr="00652BED" w:rsidRDefault="00001F6B" w:rsidP="008A4F8A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001F6B">
              <w:rPr>
                <w:b/>
                <w:noProof/>
                <w:sz w:val="40"/>
                <w:szCs w:val="40"/>
              </w:rPr>
              <w:pict>
                <v:shape id="_x0000_s1105" type="#_x0000_t13" style="position:absolute;left:0;text-align:left;margin-left:99.4pt;margin-top:13.8pt;width:24.8pt;height:27.2pt;z-index:251668480;mso-position-horizontal-relative:text;mso-position-vertical-relative:text"/>
              </w:pict>
            </w:r>
            <w:r w:rsidR="008A4F8A" w:rsidRPr="00652BED">
              <w:rPr>
                <w:b/>
                <w:color w:val="FFFFFF" w:themeColor="background1"/>
                <w:sz w:val="40"/>
                <w:szCs w:val="40"/>
              </w:rPr>
              <w:t>Poor</w:t>
            </w:r>
          </w:p>
          <w:p w:rsidR="008A4F8A" w:rsidRPr="00652BED" w:rsidRDefault="008A4F8A" w:rsidP="008A4F8A">
            <w:pPr>
              <w:jc w:val="center"/>
              <w:rPr>
                <w:b/>
                <w:i/>
                <w:color w:val="FFFFFF" w:themeColor="background1"/>
                <w:sz w:val="40"/>
                <w:szCs w:val="40"/>
              </w:rPr>
            </w:pPr>
          </w:p>
        </w:tc>
        <w:tc>
          <w:tcPr>
            <w:tcW w:w="2291" w:type="dxa"/>
            <w:shd w:val="clear" w:color="auto" w:fill="F2DBDB" w:themeFill="accent2" w:themeFillTint="33"/>
          </w:tcPr>
          <w:p w:rsidR="008A4F8A" w:rsidRPr="00652BED" w:rsidRDefault="00001F6B" w:rsidP="008A4F8A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001F6B">
              <w:rPr>
                <w:b/>
                <w:noProof/>
                <w:sz w:val="40"/>
                <w:szCs w:val="40"/>
              </w:rPr>
              <w:pict>
                <v:shape id="_x0000_s1109" type="#_x0000_t13" style="position:absolute;left:0;text-align:left;margin-left:98.55pt;margin-top:13.8pt;width:24.8pt;height:27.2pt;z-index:251672576;mso-position-horizontal-relative:text;mso-position-vertical-relative:text"/>
              </w:pict>
            </w:r>
            <w:r w:rsidR="008A4F8A" w:rsidRPr="00652BED">
              <w:rPr>
                <w:b/>
                <w:color w:val="FFFFFF" w:themeColor="background1"/>
                <w:sz w:val="40"/>
                <w:szCs w:val="40"/>
              </w:rPr>
              <w:t xml:space="preserve">Average </w:t>
            </w:r>
          </w:p>
          <w:p w:rsidR="008A4F8A" w:rsidRPr="00652BED" w:rsidRDefault="008A4F8A" w:rsidP="008A4F8A">
            <w:pPr>
              <w:jc w:val="center"/>
              <w:rPr>
                <w:b/>
                <w:i/>
                <w:color w:val="FFFFFF" w:themeColor="background1"/>
                <w:sz w:val="40"/>
                <w:szCs w:val="40"/>
              </w:rPr>
            </w:pPr>
          </w:p>
        </w:tc>
        <w:tc>
          <w:tcPr>
            <w:tcW w:w="2292" w:type="dxa"/>
            <w:shd w:val="clear" w:color="auto" w:fill="E5B8B7" w:themeFill="accent2" w:themeFillTint="66"/>
          </w:tcPr>
          <w:p w:rsidR="008A4F8A" w:rsidRPr="00652BED" w:rsidRDefault="00001F6B" w:rsidP="008A4F8A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001F6B">
              <w:rPr>
                <w:b/>
                <w:noProof/>
                <w:sz w:val="40"/>
                <w:szCs w:val="40"/>
              </w:rPr>
              <w:pict>
                <v:shape id="_x0000_s1104" type="#_x0000_t13" style="position:absolute;left:0;text-align:left;margin-left:99.2pt;margin-top:13pt;width:24.8pt;height:27.2pt;z-index:251667456;mso-position-horizontal-relative:text;mso-position-vertical-relative:text"/>
              </w:pict>
            </w:r>
            <w:r w:rsidR="008A4F8A" w:rsidRPr="00652BED">
              <w:rPr>
                <w:b/>
                <w:color w:val="FFFFFF" w:themeColor="background1"/>
                <w:sz w:val="40"/>
                <w:szCs w:val="40"/>
              </w:rPr>
              <w:t>Good</w:t>
            </w:r>
          </w:p>
          <w:p w:rsidR="008A4F8A" w:rsidRPr="00652BED" w:rsidRDefault="008A4F8A" w:rsidP="008A4F8A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</w:p>
        </w:tc>
        <w:tc>
          <w:tcPr>
            <w:tcW w:w="2292" w:type="dxa"/>
            <w:shd w:val="clear" w:color="auto" w:fill="943634" w:themeFill="accent2" w:themeFillShade="BF"/>
          </w:tcPr>
          <w:p w:rsidR="008A4F8A" w:rsidRPr="00652BED" w:rsidRDefault="008A4F8A" w:rsidP="008A4F8A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652BED">
              <w:rPr>
                <w:b/>
                <w:color w:val="FFFFFF" w:themeColor="background1"/>
                <w:sz w:val="40"/>
                <w:szCs w:val="40"/>
              </w:rPr>
              <w:t xml:space="preserve">Excellent </w:t>
            </w:r>
          </w:p>
          <w:p w:rsidR="008A4F8A" w:rsidRPr="00652BED" w:rsidRDefault="008A4F8A" w:rsidP="008A4F8A">
            <w:pPr>
              <w:jc w:val="center"/>
              <w:rPr>
                <w:b/>
                <w:i/>
                <w:color w:val="FFFFFF" w:themeColor="background1"/>
                <w:sz w:val="40"/>
                <w:szCs w:val="40"/>
              </w:rPr>
            </w:pPr>
          </w:p>
        </w:tc>
      </w:tr>
      <w:tr w:rsidR="00F84DED" w:rsidTr="00F84DED">
        <w:trPr>
          <w:trHeight w:val="1334"/>
        </w:trPr>
        <w:tc>
          <w:tcPr>
            <w:tcW w:w="2438" w:type="dxa"/>
            <w:shd w:val="clear" w:color="auto" w:fill="EEECE1" w:themeFill="background2"/>
          </w:tcPr>
          <w:p w:rsidR="008A4F8A" w:rsidRDefault="008A4F8A" w:rsidP="008A4F8A"/>
          <w:p w:rsidR="008A4F8A" w:rsidRPr="005F32A3" w:rsidRDefault="00F4584F" w:rsidP="00F4584F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b/>
                <w:sz w:val="28"/>
                <w:szCs w:val="28"/>
              </w:rPr>
            </w:pPr>
            <w:r w:rsidRPr="005F32A3">
              <w:rPr>
                <w:b/>
                <w:sz w:val="28"/>
                <w:szCs w:val="28"/>
              </w:rPr>
              <w:t>Content</w:t>
            </w:r>
            <w:r w:rsidR="005F32A3" w:rsidRPr="005F32A3">
              <w:rPr>
                <w:b/>
                <w:sz w:val="28"/>
                <w:szCs w:val="28"/>
              </w:rPr>
              <w:t xml:space="preserve"> Area 1</w:t>
            </w:r>
          </w:p>
          <w:p w:rsidR="008A4F8A" w:rsidRDefault="00001F6B" w:rsidP="008A4F8A">
            <w:r>
              <w:rPr>
                <w:noProof/>
              </w:rPr>
              <w:pict>
                <v:group id="_x0000_s1151" style="position:absolute;margin-left:-4.5pt;margin-top:9.3pt;width:114.4pt;height:24.8pt;z-index:251709440" coordorigin="720,4304" coordsize="2288,496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36" type="#_x0000_t202" style="position:absolute;left:720;top:4384;width:1760;height:416" o:regroupid="1" filled="f" stroked="f">
                    <v:textbox style="mso-next-textbox:#_x0000_s1136">
                      <w:txbxContent>
                        <w:p w:rsidR="002F5E9F" w:rsidRDefault="002F5E9F">
                          <w:r>
                            <w:t>Max Point Value</w:t>
                          </w:r>
                        </w:p>
                      </w:txbxContent>
                    </v:textbox>
                  </v:shape>
                  <v:shape id="_x0000_s1150" type="#_x0000_t202" style="position:absolute;left:2368;top:4304;width:640;height:496">
                    <v:shadow on="t"/>
                    <v:textbox style="mso-next-textbox:#_x0000_s1150">
                      <w:txbxContent>
                        <w:p w:rsidR="002F5E9F" w:rsidRPr="002F5E9F" w:rsidRDefault="002F5E9F" w:rsidP="002F5E9F"/>
                      </w:txbxContent>
                    </v:textbox>
                  </v:shape>
                </v:group>
              </w:pict>
            </w:r>
          </w:p>
        </w:tc>
        <w:tc>
          <w:tcPr>
            <w:tcW w:w="2291" w:type="dxa"/>
            <w:shd w:val="clear" w:color="auto" w:fill="C6D9F1" w:themeFill="text2" w:themeFillTint="33"/>
          </w:tcPr>
          <w:p w:rsidR="008A4F8A" w:rsidRPr="00F4584F" w:rsidRDefault="00001F6B" w:rsidP="008A4F8A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106" style="position:absolute;margin-left:81.75pt;margin-top:44.15pt;width:24.25pt;height:24.8pt;z-index:251669504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F4584F" w:rsidRPr="00F4584F">
              <w:rPr>
                <w:sz w:val="20"/>
                <w:szCs w:val="20"/>
              </w:rPr>
              <w:t>Majority of content is missing,</w:t>
            </w:r>
            <w:r w:rsidR="008A4F8A" w:rsidRPr="00F4584F">
              <w:rPr>
                <w:sz w:val="20"/>
                <w:szCs w:val="20"/>
              </w:rPr>
              <w:t xml:space="preserve"> incomplete</w:t>
            </w:r>
            <w:r w:rsidR="00F4584F" w:rsidRPr="00F4584F">
              <w:rPr>
                <w:sz w:val="20"/>
                <w:szCs w:val="20"/>
              </w:rPr>
              <w:t xml:space="preserve">  </w:t>
            </w:r>
            <w:r w:rsidR="005F32A3">
              <w:rPr>
                <w:sz w:val="20"/>
                <w:szCs w:val="20"/>
              </w:rPr>
              <w:t>and/</w:t>
            </w:r>
            <w:r w:rsidR="00F4584F" w:rsidRPr="00F4584F">
              <w:rPr>
                <w:sz w:val="20"/>
                <w:szCs w:val="20"/>
              </w:rPr>
              <w:t>or extremely inaccurate</w:t>
            </w:r>
          </w:p>
        </w:tc>
        <w:tc>
          <w:tcPr>
            <w:tcW w:w="2292" w:type="dxa"/>
            <w:shd w:val="clear" w:color="auto" w:fill="66CCFF"/>
          </w:tcPr>
          <w:p w:rsidR="008A4F8A" w:rsidRPr="00F4584F" w:rsidRDefault="00001F6B" w:rsidP="00F4584F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110" style="position:absolute;margin-left:81.55pt;margin-top:44.15pt;width:24.25pt;height:24.8pt;z-index:251673600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F4584F" w:rsidRPr="00F4584F">
              <w:rPr>
                <w:sz w:val="20"/>
                <w:szCs w:val="20"/>
              </w:rPr>
              <w:t>Content shows  very basic understanding, and includes several inaccuracies</w:t>
            </w:r>
          </w:p>
        </w:tc>
        <w:tc>
          <w:tcPr>
            <w:tcW w:w="2291" w:type="dxa"/>
            <w:shd w:val="clear" w:color="auto" w:fill="F2DBDB" w:themeFill="accent2" w:themeFillTint="33"/>
          </w:tcPr>
          <w:p w:rsidR="008A4F8A" w:rsidRPr="00F4584F" w:rsidRDefault="00001F6B" w:rsidP="008A4F8A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111" style="position:absolute;margin-left:80.6pt;margin-top:44.95pt;width:24.25pt;height:24.8pt;z-index:251674624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F4584F" w:rsidRPr="00F4584F">
              <w:rPr>
                <w:sz w:val="20"/>
                <w:szCs w:val="20"/>
              </w:rPr>
              <w:t>Content is mostly accurate and shows a basic understanding of key ideas</w:t>
            </w:r>
          </w:p>
        </w:tc>
        <w:tc>
          <w:tcPr>
            <w:tcW w:w="2292" w:type="dxa"/>
            <w:shd w:val="clear" w:color="auto" w:fill="E5B8B7" w:themeFill="accent2" w:themeFillTint="66"/>
          </w:tcPr>
          <w:p w:rsidR="00F4584F" w:rsidRPr="00F4584F" w:rsidRDefault="00001F6B" w:rsidP="005F32A3">
            <w:r w:rsidRPr="00001F6B">
              <w:rPr>
                <w:b/>
                <w:noProof/>
                <w:sz w:val="20"/>
                <w:szCs w:val="20"/>
              </w:rPr>
              <w:pict>
                <v:rect id="_x0000_s1113" style="position:absolute;margin-left:81.35pt;margin-top:44.95pt;width:24.25pt;height:24.8pt;z-index:251676672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F4584F" w:rsidRPr="00F4584F">
              <w:rPr>
                <w:sz w:val="20"/>
                <w:szCs w:val="20"/>
              </w:rPr>
              <w:t>Content is accurate</w:t>
            </w:r>
            <w:r w:rsidR="005F32A3">
              <w:rPr>
                <w:sz w:val="20"/>
                <w:szCs w:val="20"/>
              </w:rPr>
              <w:t xml:space="preserve">, thorough and </w:t>
            </w:r>
            <w:r w:rsidR="00F4584F" w:rsidRPr="00F4584F">
              <w:rPr>
                <w:sz w:val="20"/>
                <w:szCs w:val="20"/>
              </w:rPr>
              <w:t>shows</w:t>
            </w:r>
            <w:r w:rsidR="005F32A3">
              <w:rPr>
                <w:sz w:val="20"/>
                <w:szCs w:val="20"/>
              </w:rPr>
              <w:t xml:space="preserve"> clear </w:t>
            </w:r>
            <w:r w:rsidR="00F4584F" w:rsidRPr="00F4584F">
              <w:rPr>
                <w:sz w:val="20"/>
                <w:szCs w:val="20"/>
              </w:rPr>
              <w:t xml:space="preserve">understanding </w:t>
            </w:r>
            <w:r w:rsidR="005F32A3">
              <w:rPr>
                <w:sz w:val="20"/>
                <w:szCs w:val="20"/>
              </w:rPr>
              <w:t xml:space="preserve">through </w:t>
            </w:r>
            <w:r w:rsidR="00F4584F">
              <w:rPr>
                <w:sz w:val="20"/>
                <w:szCs w:val="20"/>
              </w:rPr>
              <w:t>appropriate</w:t>
            </w:r>
            <w:r w:rsidR="00F4584F" w:rsidRPr="00F4584F">
              <w:rPr>
                <w:sz w:val="20"/>
                <w:szCs w:val="20"/>
              </w:rPr>
              <w:t xml:space="preserve"> explanation and examples</w:t>
            </w:r>
          </w:p>
        </w:tc>
        <w:tc>
          <w:tcPr>
            <w:tcW w:w="2292" w:type="dxa"/>
            <w:shd w:val="clear" w:color="auto" w:fill="943634" w:themeFill="accent2" w:themeFillShade="BF"/>
          </w:tcPr>
          <w:p w:rsidR="008A4F8A" w:rsidRPr="00811261" w:rsidRDefault="00001F6B" w:rsidP="005F32A3">
            <w:pPr>
              <w:rPr>
                <w:color w:val="FFFFFF" w:themeColor="background1"/>
                <w:sz w:val="20"/>
                <w:szCs w:val="20"/>
              </w:rPr>
            </w:pPr>
            <w:r w:rsidRPr="00811261">
              <w:rPr>
                <w:b/>
                <w:noProof/>
                <w:color w:val="FFFFFF" w:themeColor="background1"/>
                <w:sz w:val="20"/>
                <w:szCs w:val="20"/>
              </w:rPr>
              <w:pict>
                <v:rect id="_x0000_s1114" style="position:absolute;margin-left:79.55pt;margin-top:44.15pt;width:24.25pt;height:24.8pt;z-index:251677696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F4584F" w:rsidRPr="00811261">
              <w:rPr>
                <w:color w:val="FFFFFF" w:themeColor="background1"/>
                <w:sz w:val="20"/>
                <w:szCs w:val="20"/>
              </w:rPr>
              <w:t>Meets  and exceeds “Good” criteria with</w:t>
            </w:r>
            <w:r w:rsidR="005F32A3" w:rsidRPr="00811261">
              <w:rPr>
                <w:color w:val="FFFFFF" w:themeColor="background1"/>
                <w:sz w:val="20"/>
                <w:szCs w:val="20"/>
              </w:rPr>
              <w:t xml:space="preserve"> rich </w:t>
            </w:r>
            <w:r w:rsidR="00F4584F" w:rsidRPr="00811261">
              <w:rPr>
                <w:color w:val="FFFFFF" w:themeColor="background1"/>
                <w:sz w:val="20"/>
                <w:szCs w:val="20"/>
              </w:rPr>
              <w:t xml:space="preserve">explanation, examples and application of content ideas </w:t>
            </w:r>
          </w:p>
        </w:tc>
      </w:tr>
      <w:tr w:rsidR="00F84DED" w:rsidTr="00F84DED">
        <w:trPr>
          <w:trHeight w:val="1334"/>
        </w:trPr>
        <w:tc>
          <w:tcPr>
            <w:tcW w:w="2438" w:type="dxa"/>
            <w:shd w:val="clear" w:color="auto" w:fill="EEECE1" w:themeFill="background2"/>
          </w:tcPr>
          <w:p w:rsidR="009C74A1" w:rsidRDefault="009C74A1" w:rsidP="009C74A1"/>
          <w:p w:rsidR="009C74A1" w:rsidRDefault="009C74A1" w:rsidP="009C74A1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b/>
                <w:sz w:val="28"/>
                <w:szCs w:val="28"/>
              </w:rPr>
            </w:pPr>
            <w:r w:rsidRPr="005F32A3">
              <w:rPr>
                <w:b/>
                <w:sz w:val="28"/>
                <w:szCs w:val="28"/>
              </w:rPr>
              <w:t>Content</w:t>
            </w:r>
            <w:r>
              <w:rPr>
                <w:b/>
                <w:sz w:val="28"/>
                <w:szCs w:val="28"/>
              </w:rPr>
              <w:t xml:space="preserve"> Area 2</w:t>
            </w:r>
          </w:p>
          <w:p w:rsidR="009C74A1" w:rsidRPr="009C74A1" w:rsidRDefault="00001F6B" w:rsidP="009C74A1">
            <w:pPr>
              <w:pStyle w:val="ListParagraph"/>
              <w:ind w:left="270"/>
              <w:rPr>
                <w:b/>
                <w:sz w:val="28"/>
                <w:szCs w:val="28"/>
              </w:rPr>
            </w:pPr>
            <w:r w:rsidRPr="00001F6B">
              <w:rPr>
                <w:noProof/>
              </w:rPr>
              <w:pict>
                <v:group id="_x0000_s1175" style="position:absolute;left:0;text-align:left;margin-left:-2.9pt;margin-top:9.2pt;width:114.4pt;height:24.8pt;z-index:251725824" coordorigin="720,4304" coordsize="2288,496">
                  <v:shape id="_x0000_s1176" type="#_x0000_t202" style="position:absolute;left:720;top:4384;width:1760;height:416" filled="f" stroked="f">
                    <v:textbox style="mso-next-textbox:#_x0000_s1176">
                      <w:txbxContent>
                        <w:p w:rsidR="009C74A1" w:rsidRDefault="009C74A1">
                          <w:r>
                            <w:t>Max Point Value</w:t>
                          </w:r>
                        </w:p>
                      </w:txbxContent>
                    </v:textbox>
                  </v:shape>
                  <v:shape id="_x0000_s1177" type="#_x0000_t202" style="position:absolute;left:2368;top:4304;width:640;height:496">
                    <v:shadow on="t"/>
                    <v:textbox style="mso-next-textbox:#_x0000_s1177">
                      <w:txbxContent>
                        <w:p w:rsidR="009C74A1" w:rsidRPr="002F5E9F" w:rsidRDefault="009C74A1" w:rsidP="002F5E9F"/>
                      </w:txbxContent>
                    </v:textbox>
                  </v:shape>
                </v:group>
              </w:pict>
            </w:r>
          </w:p>
        </w:tc>
        <w:tc>
          <w:tcPr>
            <w:tcW w:w="2291" w:type="dxa"/>
            <w:shd w:val="clear" w:color="auto" w:fill="C6D9F1" w:themeFill="text2" w:themeFillTint="33"/>
          </w:tcPr>
          <w:p w:rsidR="009C74A1" w:rsidRPr="00F4584F" w:rsidRDefault="00001F6B" w:rsidP="009C74A1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187" style="position:absolute;margin-left:81.75pt;margin-top:44.15pt;width:24.25pt;height:24.8pt;z-index:251729920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F4584F">
              <w:rPr>
                <w:sz w:val="20"/>
                <w:szCs w:val="20"/>
              </w:rPr>
              <w:t xml:space="preserve">Majority of content is missing, incomplete  </w:t>
            </w:r>
            <w:r w:rsidR="009C74A1">
              <w:rPr>
                <w:sz w:val="20"/>
                <w:szCs w:val="20"/>
              </w:rPr>
              <w:t>and/</w:t>
            </w:r>
            <w:r w:rsidR="009C74A1" w:rsidRPr="00F4584F">
              <w:rPr>
                <w:sz w:val="20"/>
                <w:szCs w:val="20"/>
              </w:rPr>
              <w:t>or extremely inaccurate</w:t>
            </w:r>
          </w:p>
        </w:tc>
        <w:tc>
          <w:tcPr>
            <w:tcW w:w="2292" w:type="dxa"/>
            <w:shd w:val="clear" w:color="auto" w:fill="66CCFF"/>
          </w:tcPr>
          <w:p w:rsidR="009C74A1" w:rsidRPr="00F4584F" w:rsidRDefault="00001F6B" w:rsidP="009C74A1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188" style="position:absolute;margin-left:81.55pt;margin-top:44.15pt;width:24.25pt;height:24.8pt;z-index:251730944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F4584F">
              <w:rPr>
                <w:sz w:val="20"/>
                <w:szCs w:val="20"/>
              </w:rPr>
              <w:t>Content shows  very basic understanding, and includes several inaccuracies</w:t>
            </w:r>
          </w:p>
        </w:tc>
        <w:tc>
          <w:tcPr>
            <w:tcW w:w="2291" w:type="dxa"/>
            <w:shd w:val="clear" w:color="auto" w:fill="F2DBDB" w:themeFill="accent2" w:themeFillTint="33"/>
          </w:tcPr>
          <w:p w:rsidR="009C74A1" w:rsidRPr="00F4584F" w:rsidRDefault="00001F6B" w:rsidP="009C74A1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189" style="position:absolute;margin-left:80.6pt;margin-top:44.95pt;width:24.25pt;height:24.8pt;z-index:251731968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F4584F">
              <w:rPr>
                <w:sz w:val="20"/>
                <w:szCs w:val="20"/>
              </w:rPr>
              <w:t>Content is mostly accurate and shows a basic understanding of key ideas</w:t>
            </w:r>
          </w:p>
        </w:tc>
        <w:tc>
          <w:tcPr>
            <w:tcW w:w="2292" w:type="dxa"/>
            <w:shd w:val="clear" w:color="auto" w:fill="E5B8B7" w:themeFill="accent2" w:themeFillTint="66"/>
          </w:tcPr>
          <w:p w:rsidR="009C74A1" w:rsidRPr="00F4584F" w:rsidRDefault="00001F6B" w:rsidP="009C74A1">
            <w:r w:rsidRPr="00001F6B">
              <w:rPr>
                <w:b/>
                <w:noProof/>
                <w:sz w:val="20"/>
                <w:szCs w:val="20"/>
              </w:rPr>
              <w:pict>
                <v:rect id="_x0000_s1190" style="position:absolute;margin-left:81.35pt;margin-top:44.95pt;width:24.25pt;height:24.8pt;z-index:251732992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F4584F">
              <w:rPr>
                <w:sz w:val="20"/>
                <w:szCs w:val="20"/>
              </w:rPr>
              <w:t>Content is accurate</w:t>
            </w:r>
            <w:r w:rsidR="009C74A1">
              <w:rPr>
                <w:sz w:val="20"/>
                <w:szCs w:val="20"/>
              </w:rPr>
              <w:t xml:space="preserve">, thorough and </w:t>
            </w:r>
            <w:r w:rsidR="009C74A1" w:rsidRPr="00F4584F">
              <w:rPr>
                <w:sz w:val="20"/>
                <w:szCs w:val="20"/>
              </w:rPr>
              <w:t>shows</w:t>
            </w:r>
            <w:r w:rsidR="009C74A1">
              <w:rPr>
                <w:sz w:val="20"/>
                <w:szCs w:val="20"/>
              </w:rPr>
              <w:t xml:space="preserve"> clear </w:t>
            </w:r>
            <w:r w:rsidR="009C74A1" w:rsidRPr="00F4584F">
              <w:rPr>
                <w:sz w:val="20"/>
                <w:szCs w:val="20"/>
              </w:rPr>
              <w:t xml:space="preserve">understanding </w:t>
            </w:r>
            <w:r w:rsidR="009C74A1">
              <w:rPr>
                <w:sz w:val="20"/>
                <w:szCs w:val="20"/>
              </w:rPr>
              <w:t>through appropriate</w:t>
            </w:r>
            <w:r w:rsidR="009C74A1" w:rsidRPr="00F4584F">
              <w:rPr>
                <w:sz w:val="20"/>
                <w:szCs w:val="20"/>
              </w:rPr>
              <w:t xml:space="preserve"> explanation and examples</w:t>
            </w:r>
          </w:p>
        </w:tc>
        <w:tc>
          <w:tcPr>
            <w:tcW w:w="2292" w:type="dxa"/>
            <w:shd w:val="clear" w:color="auto" w:fill="943634" w:themeFill="accent2" w:themeFillShade="BF"/>
          </w:tcPr>
          <w:p w:rsidR="009C74A1" w:rsidRPr="00811261" w:rsidRDefault="00001F6B" w:rsidP="009C74A1">
            <w:pPr>
              <w:rPr>
                <w:color w:val="FFFFFF" w:themeColor="background1"/>
                <w:sz w:val="20"/>
                <w:szCs w:val="20"/>
              </w:rPr>
            </w:pPr>
            <w:r w:rsidRPr="00811261">
              <w:rPr>
                <w:b/>
                <w:noProof/>
                <w:color w:val="FFFFFF" w:themeColor="background1"/>
                <w:sz w:val="20"/>
                <w:szCs w:val="20"/>
              </w:rPr>
              <w:pict>
                <v:rect id="_x0000_s1191" style="position:absolute;margin-left:79.55pt;margin-top:44.15pt;width:24.25pt;height:24.8pt;z-index:251734016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811261">
              <w:rPr>
                <w:color w:val="FFFFFF" w:themeColor="background1"/>
                <w:sz w:val="20"/>
                <w:szCs w:val="20"/>
              </w:rPr>
              <w:t xml:space="preserve">Meets  and exceeds “Good” criteria with rich explanation, examples and application of content ideas </w:t>
            </w:r>
          </w:p>
        </w:tc>
      </w:tr>
      <w:tr w:rsidR="00F84DED" w:rsidTr="00F84DED">
        <w:trPr>
          <w:trHeight w:val="1334"/>
        </w:trPr>
        <w:tc>
          <w:tcPr>
            <w:tcW w:w="2438" w:type="dxa"/>
            <w:shd w:val="clear" w:color="auto" w:fill="EEECE1" w:themeFill="background2"/>
          </w:tcPr>
          <w:p w:rsidR="009C74A1" w:rsidRDefault="009C74A1" w:rsidP="009C74A1">
            <w:pPr>
              <w:pStyle w:val="ListParagraph"/>
              <w:ind w:left="270"/>
              <w:rPr>
                <w:b/>
                <w:sz w:val="28"/>
                <w:szCs w:val="28"/>
              </w:rPr>
            </w:pPr>
          </w:p>
          <w:p w:rsidR="009C74A1" w:rsidRDefault="009C74A1" w:rsidP="009C74A1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b/>
                <w:sz w:val="28"/>
                <w:szCs w:val="28"/>
              </w:rPr>
            </w:pPr>
            <w:r w:rsidRPr="005F32A3">
              <w:rPr>
                <w:b/>
                <w:sz w:val="28"/>
                <w:szCs w:val="28"/>
              </w:rPr>
              <w:t>Content</w:t>
            </w:r>
            <w:r>
              <w:rPr>
                <w:b/>
                <w:sz w:val="28"/>
                <w:szCs w:val="28"/>
              </w:rPr>
              <w:t xml:space="preserve"> Area 3</w:t>
            </w:r>
          </w:p>
          <w:p w:rsidR="009C74A1" w:rsidRDefault="00001F6B" w:rsidP="009C74A1">
            <w:r>
              <w:rPr>
                <w:noProof/>
              </w:rPr>
              <w:pict>
                <v:group id="_x0000_s1212" style="position:absolute;margin-left:-2.9pt;margin-top:5.9pt;width:114.4pt;height:24.8pt;z-index:251756544" coordorigin="720,4304" coordsize="2288,496">
                  <v:shape id="_x0000_s1213" type="#_x0000_t202" style="position:absolute;left:720;top:4384;width:1760;height:416" filled="f" stroked="f">
                    <v:textbox style="mso-next-textbox:#_x0000_s1213">
                      <w:txbxContent>
                        <w:p w:rsidR="009C74A1" w:rsidRDefault="009C74A1">
                          <w:r>
                            <w:t>Max Point Value</w:t>
                          </w:r>
                        </w:p>
                      </w:txbxContent>
                    </v:textbox>
                  </v:shape>
                  <v:shape id="_x0000_s1214" type="#_x0000_t202" style="position:absolute;left:2368;top:4304;width:640;height:496">
                    <v:shadow on="t"/>
                    <v:textbox style="mso-next-textbox:#_x0000_s1214">
                      <w:txbxContent>
                        <w:p w:rsidR="009C74A1" w:rsidRPr="002F5E9F" w:rsidRDefault="009C74A1" w:rsidP="002F5E9F"/>
                      </w:txbxContent>
                    </v:textbox>
                  </v:shape>
                </v:group>
              </w:pict>
            </w:r>
          </w:p>
        </w:tc>
        <w:tc>
          <w:tcPr>
            <w:tcW w:w="2291" w:type="dxa"/>
            <w:shd w:val="clear" w:color="auto" w:fill="C6D9F1" w:themeFill="text2" w:themeFillTint="33"/>
          </w:tcPr>
          <w:p w:rsidR="009C74A1" w:rsidRPr="00F4584F" w:rsidRDefault="00001F6B" w:rsidP="009C74A1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221" style="position:absolute;margin-left:81.75pt;margin-top:44.15pt;width:24.25pt;height:24.8pt;z-index:251759616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F4584F">
              <w:rPr>
                <w:sz w:val="20"/>
                <w:szCs w:val="20"/>
              </w:rPr>
              <w:t xml:space="preserve">Majority of content is missing, incomplete  </w:t>
            </w:r>
            <w:r w:rsidR="009C74A1">
              <w:rPr>
                <w:sz w:val="20"/>
                <w:szCs w:val="20"/>
              </w:rPr>
              <w:t>and/</w:t>
            </w:r>
            <w:r w:rsidR="009C74A1" w:rsidRPr="00F4584F">
              <w:rPr>
                <w:sz w:val="20"/>
                <w:szCs w:val="20"/>
              </w:rPr>
              <w:t>or extremely inaccurate</w:t>
            </w:r>
          </w:p>
        </w:tc>
        <w:tc>
          <w:tcPr>
            <w:tcW w:w="2292" w:type="dxa"/>
            <w:shd w:val="clear" w:color="auto" w:fill="66CCFF"/>
          </w:tcPr>
          <w:p w:rsidR="009C74A1" w:rsidRPr="00F4584F" w:rsidRDefault="00001F6B" w:rsidP="009C74A1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222" style="position:absolute;margin-left:81.55pt;margin-top:44.15pt;width:24.25pt;height:24.8pt;z-index:251760640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F4584F">
              <w:rPr>
                <w:sz w:val="20"/>
                <w:szCs w:val="20"/>
              </w:rPr>
              <w:t>Content shows  very basic understanding, and includes several inaccuracies</w:t>
            </w:r>
          </w:p>
        </w:tc>
        <w:tc>
          <w:tcPr>
            <w:tcW w:w="2291" w:type="dxa"/>
            <w:shd w:val="clear" w:color="auto" w:fill="F2DBDB" w:themeFill="accent2" w:themeFillTint="33"/>
          </w:tcPr>
          <w:p w:rsidR="009C74A1" w:rsidRPr="00F4584F" w:rsidRDefault="00001F6B" w:rsidP="009C74A1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223" style="position:absolute;margin-left:80.6pt;margin-top:44.95pt;width:24.25pt;height:24.8pt;z-index:251761664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F4584F">
              <w:rPr>
                <w:sz w:val="20"/>
                <w:szCs w:val="20"/>
              </w:rPr>
              <w:t>Content is mostly accurate and shows a basic understanding of key ideas</w:t>
            </w:r>
          </w:p>
        </w:tc>
        <w:tc>
          <w:tcPr>
            <w:tcW w:w="2292" w:type="dxa"/>
            <w:shd w:val="clear" w:color="auto" w:fill="E5B8B7" w:themeFill="accent2" w:themeFillTint="66"/>
          </w:tcPr>
          <w:p w:rsidR="009C74A1" w:rsidRPr="00F4584F" w:rsidRDefault="00001F6B" w:rsidP="009C74A1">
            <w:r w:rsidRPr="00001F6B">
              <w:rPr>
                <w:b/>
                <w:noProof/>
                <w:sz w:val="20"/>
                <w:szCs w:val="20"/>
              </w:rPr>
              <w:pict>
                <v:rect id="_x0000_s1224" style="position:absolute;margin-left:82.95pt;margin-top:46.55pt;width:24.25pt;height:24.8pt;z-index:251762688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F4584F">
              <w:rPr>
                <w:sz w:val="20"/>
                <w:szCs w:val="20"/>
              </w:rPr>
              <w:t>Content is accurate</w:t>
            </w:r>
            <w:r w:rsidR="009C74A1">
              <w:rPr>
                <w:sz w:val="20"/>
                <w:szCs w:val="20"/>
              </w:rPr>
              <w:t xml:space="preserve">, thorough and </w:t>
            </w:r>
            <w:r w:rsidR="009C74A1" w:rsidRPr="00F4584F">
              <w:rPr>
                <w:sz w:val="20"/>
                <w:szCs w:val="20"/>
              </w:rPr>
              <w:t>shows</w:t>
            </w:r>
            <w:r w:rsidR="009C74A1">
              <w:rPr>
                <w:sz w:val="20"/>
                <w:szCs w:val="20"/>
              </w:rPr>
              <w:t xml:space="preserve"> clear </w:t>
            </w:r>
            <w:r w:rsidR="009C74A1" w:rsidRPr="00F4584F">
              <w:rPr>
                <w:sz w:val="20"/>
                <w:szCs w:val="20"/>
              </w:rPr>
              <w:t xml:space="preserve">understanding </w:t>
            </w:r>
            <w:r w:rsidR="009C74A1">
              <w:rPr>
                <w:sz w:val="20"/>
                <w:szCs w:val="20"/>
              </w:rPr>
              <w:t>through appropriate</w:t>
            </w:r>
            <w:r w:rsidR="009C74A1" w:rsidRPr="00F4584F">
              <w:rPr>
                <w:sz w:val="20"/>
                <w:szCs w:val="20"/>
              </w:rPr>
              <w:t xml:space="preserve"> explanation and examples</w:t>
            </w:r>
          </w:p>
        </w:tc>
        <w:tc>
          <w:tcPr>
            <w:tcW w:w="2292" w:type="dxa"/>
            <w:shd w:val="clear" w:color="auto" w:fill="943634" w:themeFill="accent2" w:themeFillShade="BF"/>
          </w:tcPr>
          <w:p w:rsidR="009C74A1" w:rsidRPr="00811261" w:rsidRDefault="00001F6B" w:rsidP="009C74A1">
            <w:pPr>
              <w:rPr>
                <w:color w:val="FFFFFF" w:themeColor="background1"/>
                <w:sz w:val="20"/>
                <w:szCs w:val="20"/>
              </w:rPr>
            </w:pPr>
            <w:r w:rsidRPr="00811261">
              <w:rPr>
                <w:b/>
                <w:noProof/>
                <w:color w:val="FFFFFF" w:themeColor="background1"/>
                <w:sz w:val="20"/>
                <w:szCs w:val="20"/>
              </w:rPr>
              <w:pict>
                <v:rect id="_x0000_s1225" style="position:absolute;margin-left:82.75pt;margin-top:44.95pt;width:24.25pt;height:24.8pt;z-index:251763712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9C74A1" w:rsidRPr="00811261">
              <w:rPr>
                <w:color w:val="FFFFFF" w:themeColor="background1"/>
                <w:sz w:val="20"/>
                <w:szCs w:val="20"/>
              </w:rPr>
              <w:t xml:space="preserve">Meets  and exceeds “Good” criteria with rich explanation, examples and application of content ideas </w:t>
            </w:r>
          </w:p>
        </w:tc>
      </w:tr>
      <w:tr w:rsidR="00F84DED" w:rsidTr="00F84DED">
        <w:trPr>
          <w:trHeight w:val="1334"/>
        </w:trPr>
        <w:tc>
          <w:tcPr>
            <w:tcW w:w="2438" w:type="dxa"/>
            <w:shd w:val="clear" w:color="auto" w:fill="EEECE1" w:themeFill="background2"/>
          </w:tcPr>
          <w:p w:rsidR="009C74A1" w:rsidRDefault="009C74A1" w:rsidP="009C74A1"/>
          <w:p w:rsidR="009C74A1" w:rsidRPr="005940AF" w:rsidRDefault="00001F6B" w:rsidP="005940AF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b/>
                <w:sz w:val="28"/>
                <w:szCs w:val="28"/>
              </w:rPr>
            </w:pPr>
            <w:r w:rsidRPr="00001F6B">
              <w:rPr>
                <w:noProof/>
              </w:rPr>
              <w:pict>
                <v:group id="_x0000_s1215" style="position:absolute;left:0;text-align:left;margin-left:-.5pt;margin-top:32.2pt;width:114.4pt;height:24.8pt;z-index:251757568" coordorigin="720,4304" coordsize="2288,496">
                  <v:shape id="_x0000_s1216" type="#_x0000_t202" style="position:absolute;left:720;top:4384;width:1760;height:416" filled="f" stroked="f">
                    <v:textbox style="mso-next-textbox:#_x0000_s1216">
                      <w:txbxContent>
                        <w:p w:rsidR="009C74A1" w:rsidRDefault="009C74A1">
                          <w:r>
                            <w:t>Max Point Value</w:t>
                          </w:r>
                        </w:p>
                      </w:txbxContent>
                    </v:textbox>
                  </v:shape>
                  <v:shape id="_x0000_s1217" type="#_x0000_t202" style="position:absolute;left:2368;top:4304;width:640;height:496">
                    <v:shadow on="t"/>
                    <v:textbox style="mso-next-textbox:#_x0000_s1217">
                      <w:txbxContent>
                        <w:p w:rsidR="009C74A1" w:rsidRPr="002F5E9F" w:rsidRDefault="009C74A1" w:rsidP="002F5E9F"/>
                      </w:txbxContent>
                    </v:textbox>
                  </v:shape>
                </v:group>
              </w:pict>
            </w:r>
            <w:r w:rsidR="005940AF">
              <w:rPr>
                <w:b/>
                <w:sz w:val="28"/>
                <w:szCs w:val="28"/>
              </w:rPr>
              <w:t>Creativity and Innovation</w:t>
            </w:r>
          </w:p>
          <w:p w:rsidR="009C74A1" w:rsidRDefault="009C74A1" w:rsidP="009C74A1"/>
        </w:tc>
        <w:tc>
          <w:tcPr>
            <w:tcW w:w="2291" w:type="dxa"/>
            <w:shd w:val="clear" w:color="auto" w:fill="C6D9F1" w:themeFill="text2" w:themeFillTint="33"/>
          </w:tcPr>
          <w:p w:rsidR="009C74A1" w:rsidRPr="005940AF" w:rsidRDefault="00001F6B" w:rsidP="003E463F">
            <w:r w:rsidRPr="00001F6B">
              <w:rPr>
                <w:noProof/>
                <w:sz w:val="20"/>
                <w:szCs w:val="20"/>
              </w:rPr>
              <w:pict>
                <v:rect id="_x0000_s1197" style="position:absolute;margin-left:80.95pt;margin-top:44.45pt;width:24.25pt;height:24.8pt;z-index:251740160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5940AF" w:rsidRPr="005940AF">
              <w:rPr>
                <w:noProof/>
                <w:sz w:val="20"/>
                <w:szCs w:val="20"/>
              </w:rPr>
              <w:t>Project is not complete</w:t>
            </w:r>
            <w:r w:rsidR="005940AF">
              <w:rPr>
                <w:noProof/>
                <w:sz w:val="20"/>
                <w:szCs w:val="20"/>
              </w:rPr>
              <w:t>d</w:t>
            </w:r>
            <w:r w:rsidR="005940AF" w:rsidRPr="005940AF">
              <w:rPr>
                <w:noProof/>
                <w:sz w:val="20"/>
                <w:szCs w:val="20"/>
              </w:rPr>
              <w:t xml:space="preserve"> or clearly plagiarized</w:t>
            </w:r>
            <w:r w:rsidR="003E463F">
              <w:rPr>
                <w:sz w:val="20"/>
                <w:szCs w:val="20"/>
              </w:rPr>
              <w:t>.</w:t>
            </w:r>
          </w:p>
        </w:tc>
        <w:tc>
          <w:tcPr>
            <w:tcW w:w="2292" w:type="dxa"/>
            <w:shd w:val="clear" w:color="auto" w:fill="66CCFF"/>
          </w:tcPr>
          <w:p w:rsidR="009C74A1" w:rsidRPr="005940AF" w:rsidRDefault="00001F6B" w:rsidP="003E463F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32"/>
                <w:szCs w:val="32"/>
              </w:rPr>
              <w:pict>
                <v:rect id="_x0000_s1203" style="position:absolute;margin-left:83.4pt;margin-top:48.65pt;width:24.25pt;height:24.8pt;z-index:251747328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5940AF" w:rsidRPr="005940AF">
              <w:rPr>
                <w:sz w:val="20"/>
                <w:szCs w:val="20"/>
              </w:rPr>
              <w:t xml:space="preserve">Information is largely </w:t>
            </w:r>
            <w:r w:rsidR="005940AF">
              <w:rPr>
                <w:sz w:val="20"/>
                <w:szCs w:val="20"/>
              </w:rPr>
              <w:t>“</w:t>
            </w:r>
            <w:r w:rsidR="005940AF" w:rsidRPr="005940AF">
              <w:rPr>
                <w:sz w:val="20"/>
                <w:szCs w:val="20"/>
              </w:rPr>
              <w:t>cut and paste</w:t>
            </w:r>
            <w:r w:rsidR="005940AF">
              <w:rPr>
                <w:sz w:val="20"/>
                <w:szCs w:val="20"/>
              </w:rPr>
              <w:t xml:space="preserve">” </w:t>
            </w:r>
            <w:r w:rsidR="003E463F">
              <w:rPr>
                <w:sz w:val="20"/>
                <w:szCs w:val="20"/>
              </w:rPr>
              <w:t xml:space="preserve"> from one or two sources  and shows</w:t>
            </w:r>
            <w:r w:rsidR="005940AF">
              <w:rPr>
                <w:sz w:val="20"/>
                <w:szCs w:val="20"/>
              </w:rPr>
              <w:t xml:space="preserve"> little evidence of originality in design and presentation</w:t>
            </w:r>
          </w:p>
        </w:tc>
        <w:tc>
          <w:tcPr>
            <w:tcW w:w="2291" w:type="dxa"/>
            <w:shd w:val="clear" w:color="auto" w:fill="F2DBDB" w:themeFill="accent2" w:themeFillTint="33"/>
          </w:tcPr>
          <w:p w:rsidR="009C74A1" w:rsidRPr="005940AF" w:rsidRDefault="00001F6B" w:rsidP="009C74A1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32"/>
                <w:szCs w:val="32"/>
              </w:rPr>
              <w:pict>
                <v:rect id="_x0000_s1204" style="position:absolute;margin-left:81.5pt;margin-top:47.05pt;width:24.25pt;height:24.8pt;z-index:251748352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5940AF">
              <w:rPr>
                <w:sz w:val="20"/>
                <w:szCs w:val="20"/>
              </w:rPr>
              <w:t>Organization and design shows thoughtful preparation</w:t>
            </w:r>
            <w:r w:rsidR="003E463F">
              <w:rPr>
                <w:sz w:val="20"/>
                <w:szCs w:val="20"/>
              </w:rPr>
              <w:t xml:space="preserve"> and utilizes a variety of resources to create something original.</w:t>
            </w:r>
          </w:p>
        </w:tc>
        <w:tc>
          <w:tcPr>
            <w:tcW w:w="2292" w:type="dxa"/>
            <w:shd w:val="clear" w:color="auto" w:fill="E5B8B7" w:themeFill="accent2" w:themeFillTint="66"/>
          </w:tcPr>
          <w:p w:rsidR="003E463F" w:rsidRDefault="00001F6B" w:rsidP="003E463F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32"/>
                <w:szCs w:val="32"/>
              </w:rPr>
              <w:pict>
                <v:rect id="_x0000_s1205" style="position:absolute;margin-left:81.35pt;margin-top:46.25pt;width:24.25pt;height:24.8pt;z-index:251749376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3E463F">
              <w:rPr>
                <w:sz w:val="20"/>
                <w:szCs w:val="20"/>
              </w:rPr>
              <w:t>Meets “Average” criteria PLUS p</w:t>
            </w:r>
            <w:r w:rsidR="005940AF" w:rsidRPr="005940AF">
              <w:rPr>
                <w:sz w:val="20"/>
                <w:szCs w:val="20"/>
              </w:rPr>
              <w:t>resents information in a visually engaging way</w:t>
            </w:r>
            <w:r w:rsidR="003E463F">
              <w:rPr>
                <w:sz w:val="20"/>
                <w:szCs w:val="20"/>
              </w:rPr>
              <w:t xml:space="preserve"> using </w:t>
            </w:r>
          </w:p>
          <w:p w:rsidR="003E463F" w:rsidRDefault="003E463F" w:rsidP="003E463F">
            <w:pPr>
              <w:rPr>
                <w:i/>
              </w:rPr>
            </w:pPr>
            <w:proofErr w:type="gramStart"/>
            <w:r>
              <w:rPr>
                <w:sz w:val="20"/>
                <w:szCs w:val="20"/>
              </w:rPr>
              <w:t>multimedia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9C74A1" w:rsidRDefault="009C74A1" w:rsidP="009C74A1">
            <w:pPr>
              <w:rPr>
                <w:i/>
              </w:rPr>
            </w:pPr>
          </w:p>
        </w:tc>
        <w:tc>
          <w:tcPr>
            <w:tcW w:w="2292" w:type="dxa"/>
            <w:shd w:val="clear" w:color="auto" w:fill="943634" w:themeFill="accent2" w:themeFillShade="BF"/>
          </w:tcPr>
          <w:p w:rsidR="003E463F" w:rsidRPr="00811261" w:rsidRDefault="00001F6B" w:rsidP="009C74A1">
            <w:pPr>
              <w:rPr>
                <w:color w:val="FFFFFF" w:themeColor="background1"/>
                <w:sz w:val="20"/>
                <w:szCs w:val="20"/>
              </w:rPr>
            </w:pPr>
            <w:r w:rsidRPr="00811261">
              <w:rPr>
                <w:b/>
                <w:noProof/>
                <w:color w:val="FFFFFF" w:themeColor="background1"/>
                <w:sz w:val="32"/>
                <w:szCs w:val="32"/>
              </w:rPr>
              <w:pict>
                <v:rect id="_x0000_s1206" style="position:absolute;margin-left:79.55pt;margin-top:45.45pt;width:24.25pt;height:24.8pt;z-index:251750400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5940AF" w:rsidRPr="00811261">
              <w:rPr>
                <w:color w:val="FFFFFF" w:themeColor="background1"/>
                <w:sz w:val="20"/>
                <w:szCs w:val="20"/>
              </w:rPr>
              <w:t>Meets and exceeds “good” criteria to show clear ownership and understanding</w:t>
            </w:r>
            <w:r w:rsidR="003E463F" w:rsidRPr="00811261">
              <w:rPr>
                <w:color w:val="FFFFFF" w:themeColor="background1"/>
                <w:sz w:val="20"/>
                <w:szCs w:val="20"/>
              </w:rPr>
              <w:t xml:space="preserve">. </w:t>
            </w:r>
          </w:p>
          <w:p w:rsidR="003E463F" w:rsidRPr="00811261" w:rsidRDefault="003E463F" w:rsidP="009C74A1">
            <w:pPr>
              <w:rPr>
                <w:color w:val="FFFFFF" w:themeColor="background1"/>
                <w:sz w:val="20"/>
                <w:szCs w:val="20"/>
              </w:rPr>
            </w:pPr>
            <w:r w:rsidRPr="00811261">
              <w:rPr>
                <w:color w:val="FFFFFF" w:themeColor="background1"/>
                <w:sz w:val="20"/>
                <w:szCs w:val="20"/>
              </w:rPr>
              <w:t xml:space="preserve">Uses original </w:t>
            </w:r>
          </w:p>
          <w:p w:rsidR="009C74A1" w:rsidRPr="00811261" w:rsidRDefault="003E463F" w:rsidP="009C74A1">
            <w:pPr>
              <w:rPr>
                <w:color w:val="FFFFFF" w:themeColor="background1"/>
                <w:sz w:val="20"/>
                <w:szCs w:val="20"/>
              </w:rPr>
            </w:pPr>
            <w:r w:rsidRPr="00811261">
              <w:rPr>
                <w:color w:val="FFFFFF" w:themeColor="background1"/>
                <w:sz w:val="20"/>
                <w:szCs w:val="20"/>
              </w:rPr>
              <w:t>Multimedia.</w:t>
            </w:r>
          </w:p>
        </w:tc>
      </w:tr>
      <w:tr w:rsidR="00F84DED" w:rsidTr="00F84DED">
        <w:trPr>
          <w:trHeight w:val="1359"/>
        </w:trPr>
        <w:tc>
          <w:tcPr>
            <w:tcW w:w="2438" w:type="dxa"/>
            <w:shd w:val="clear" w:color="auto" w:fill="EEECE1" w:themeFill="background2"/>
          </w:tcPr>
          <w:p w:rsidR="009C74A1" w:rsidRDefault="009C74A1" w:rsidP="009C74A1"/>
          <w:p w:rsidR="009C74A1" w:rsidRPr="00F84DED" w:rsidRDefault="00F84DED" w:rsidP="00F84DED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b/>
                <w:sz w:val="28"/>
                <w:szCs w:val="28"/>
              </w:rPr>
            </w:pPr>
            <w:r w:rsidRPr="00F84DED">
              <w:rPr>
                <w:b/>
                <w:sz w:val="28"/>
                <w:szCs w:val="28"/>
              </w:rPr>
              <w:t>Research</w:t>
            </w:r>
          </w:p>
          <w:p w:rsidR="009C74A1" w:rsidRDefault="00001F6B" w:rsidP="009C74A1">
            <w:r>
              <w:rPr>
                <w:noProof/>
              </w:rPr>
              <w:pict>
                <v:group id="_x0000_s1218" style="position:absolute;margin-left:-2.9pt;margin-top:12.9pt;width:114.4pt;height:24.8pt;z-index:251758592" coordorigin="720,4304" coordsize="2288,496">
                  <v:shape id="_x0000_s1219" type="#_x0000_t202" style="position:absolute;left:720;top:4384;width:1760;height:416" filled="f" stroked="f">
                    <v:textbox style="mso-next-textbox:#_x0000_s1219">
                      <w:txbxContent>
                        <w:p w:rsidR="009C74A1" w:rsidRDefault="009C74A1">
                          <w:r>
                            <w:t>Max Point Value</w:t>
                          </w:r>
                        </w:p>
                      </w:txbxContent>
                    </v:textbox>
                  </v:shape>
                  <v:shape id="_x0000_s1220" type="#_x0000_t202" style="position:absolute;left:2368;top:4304;width:640;height:496">
                    <v:shadow on="t"/>
                    <v:textbox style="mso-next-textbox:#_x0000_s1220">
                      <w:txbxContent>
                        <w:p w:rsidR="009C74A1" w:rsidRPr="002F5E9F" w:rsidRDefault="009C74A1" w:rsidP="002F5E9F"/>
                      </w:txbxContent>
                    </v:textbox>
                  </v:shape>
                </v:group>
              </w:pict>
            </w:r>
          </w:p>
        </w:tc>
        <w:tc>
          <w:tcPr>
            <w:tcW w:w="2291" w:type="dxa"/>
            <w:shd w:val="clear" w:color="auto" w:fill="C6D9F1" w:themeFill="text2" w:themeFillTint="33"/>
          </w:tcPr>
          <w:p w:rsidR="009C74A1" w:rsidRPr="00F84DED" w:rsidRDefault="00001F6B" w:rsidP="00652BED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32"/>
                <w:szCs w:val="32"/>
              </w:rPr>
              <w:pict>
                <v:rect id="_x0000_s1207" style="position:absolute;margin-left:78.6pt;margin-top:50pt;width:24.25pt;height:24.8pt;z-index:251751424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F84DED" w:rsidRPr="00F84DED">
              <w:rPr>
                <w:sz w:val="20"/>
                <w:szCs w:val="20"/>
              </w:rPr>
              <w:t>Project has no resources</w:t>
            </w:r>
            <w:r w:rsidR="00652BED">
              <w:rPr>
                <w:sz w:val="20"/>
                <w:szCs w:val="20"/>
              </w:rPr>
              <w:t xml:space="preserve"> listed.</w:t>
            </w:r>
          </w:p>
        </w:tc>
        <w:tc>
          <w:tcPr>
            <w:tcW w:w="2292" w:type="dxa"/>
            <w:shd w:val="clear" w:color="auto" w:fill="66CCFF"/>
          </w:tcPr>
          <w:p w:rsidR="009C74A1" w:rsidRPr="00F84DED" w:rsidRDefault="00001F6B" w:rsidP="009C74A1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32"/>
                <w:szCs w:val="32"/>
              </w:rPr>
              <w:pict>
                <v:rect id="_x0000_s1208" style="position:absolute;margin-left:79.4pt;margin-top:49.25pt;width:24.25pt;height:24.8pt;z-index:251752448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F84DED" w:rsidRPr="00F84DED">
              <w:rPr>
                <w:sz w:val="20"/>
                <w:szCs w:val="20"/>
              </w:rPr>
              <w:t>Project relies heavily on one resource</w:t>
            </w:r>
          </w:p>
        </w:tc>
        <w:tc>
          <w:tcPr>
            <w:tcW w:w="2291" w:type="dxa"/>
            <w:shd w:val="clear" w:color="auto" w:fill="F2DBDB" w:themeFill="accent2" w:themeFillTint="33"/>
          </w:tcPr>
          <w:p w:rsidR="00652BED" w:rsidRDefault="00F84DED" w:rsidP="00652BED">
            <w:pPr>
              <w:rPr>
                <w:sz w:val="20"/>
                <w:szCs w:val="20"/>
              </w:rPr>
            </w:pPr>
            <w:r w:rsidRPr="00F84DED">
              <w:rPr>
                <w:sz w:val="20"/>
                <w:szCs w:val="20"/>
              </w:rPr>
              <w:t xml:space="preserve">Project utilizes at </w:t>
            </w:r>
            <w:r>
              <w:rPr>
                <w:sz w:val="20"/>
                <w:szCs w:val="20"/>
              </w:rPr>
              <w:t xml:space="preserve">least </w:t>
            </w:r>
            <w:r w:rsidRPr="00F84DED">
              <w:rPr>
                <w:sz w:val="20"/>
                <w:szCs w:val="20"/>
              </w:rPr>
              <w:t xml:space="preserve">two </w:t>
            </w:r>
            <w:r>
              <w:rPr>
                <w:sz w:val="20"/>
                <w:szCs w:val="20"/>
              </w:rPr>
              <w:t xml:space="preserve">authoritative </w:t>
            </w:r>
            <w:r w:rsidRPr="00F84DED">
              <w:rPr>
                <w:sz w:val="20"/>
                <w:szCs w:val="20"/>
              </w:rPr>
              <w:t>resources</w:t>
            </w:r>
            <w:r w:rsidR="00652BED">
              <w:rPr>
                <w:sz w:val="20"/>
                <w:szCs w:val="20"/>
              </w:rPr>
              <w:t xml:space="preserve">. Correct MLA format is followed </w:t>
            </w:r>
          </w:p>
          <w:p w:rsidR="009C74A1" w:rsidRPr="00F84DED" w:rsidRDefault="00001F6B" w:rsidP="00652BED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209" style="position:absolute;margin-left:80.7pt;margin-top:3.75pt;width:24.25pt;height:24.8pt;z-index:251753472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</w:p>
        </w:tc>
        <w:tc>
          <w:tcPr>
            <w:tcW w:w="2292" w:type="dxa"/>
            <w:shd w:val="clear" w:color="auto" w:fill="E5B8B7" w:themeFill="accent2" w:themeFillTint="66"/>
          </w:tcPr>
          <w:p w:rsidR="00652BED" w:rsidRDefault="00652BED" w:rsidP="00652BED">
            <w:pPr>
              <w:rPr>
                <w:sz w:val="20"/>
                <w:szCs w:val="20"/>
              </w:rPr>
            </w:pPr>
            <w:r w:rsidRPr="00F84DED">
              <w:rPr>
                <w:sz w:val="20"/>
                <w:szCs w:val="20"/>
              </w:rPr>
              <w:t xml:space="preserve">Project utilizes at </w:t>
            </w:r>
            <w:r>
              <w:rPr>
                <w:sz w:val="20"/>
                <w:szCs w:val="20"/>
              </w:rPr>
              <w:t xml:space="preserve">least </w:t>
            </w:r>
            <w:r w:rsidRPr="00F84DED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hree</w:t>
            </w:r>
            <w:r w:rsidRPr="00F84D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authoritative </w:t>
            </w:r>
            <w:r w:rsidRPr="00F84DED">
              <w:rPr>
                <w:sz w:val="20"/>
                <w:szCs w:val="20"/>
              </w:rPr>
              <w:t>resources</w:t>
            </w:r>
            <w:r>
              <w:rPr>
                <w:sz w:val="20"/>
                <w:szCs w:val="20"/>
              </w:rPr>
              <w:t xml:space="preserve">. Correct MLA format is followed </w:t>
            </w:r>
          </w:p>
          <w:p w:rsidR="00652BED" w:rsidRDefault="00001F6B" w:rsidP="00652BED">
            <w:pPr>
              <w:rPr>
                <w:sz w:val="20"/>
                <w:szCs w:val="20"/>
              </w:rPr>
            </w:pPr>
            <w:r w:rsidRPr="00001F6B">
              <w:rPr>
                <w:b/>
                <w:noProof/>
                <w:sz w:val="20"/>
                <w:szCs w:val="20"/>
              </w:rPr>
              <w:pict>
                <v:rect id="_x0000_s1236" style="position:absolute;margin-left:81.55pt;margin-top:-1.25pt;width:24.25pt;height:24.8pt;z-index:251765760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652BED">
              <w:rPr>
                <w:sz w:val="20"/>
                <w:szCs w:val="20"/>
              </w:rPr>
              <w:t>In bibliography.</w:t>
            </w:r>
          </w:p>
          <w:p w:rsidR="009C74A1" w:rsidRPr="00E77B1F" w:rsidRDefault="00652BED" w:rsidP="00652BED">
            <w:pPr>
              <w:rPr>
                <w:b/>
                <w:noProof/>
                <w:sz w:val="32"/>
                <w:szCs w:val="32"/>
              </w:rPr>
            </w:pPr>
            <w:r>
              <w:rPr>
                <w:sz w:val="20"/>
                <w:szCs w:val="20"/>
              </w:rPr>
              <w:t xml:space="preserve"> All media is appropriately cited.</w:t>
            </w:r>
          </w:p>
        </w:tc>
        <w:tc>
          <w:tcPr>
            <w:tcW w:w="2292" w:type="dxa"/>
            <w:shd w:val="clear" w:color="auto" w:fill="943634" w:themeFill="accent2" w:themeFillShade="BF"/>
          </w:tcPr>
          <w:p w:rsidR="009C74A1" w:rsidRPr="00811261" w:rsidRDefault="00001F6B" w:rsidP="00652BED">
            <w:pPr>
              <w:rPr>
                <w:color w:val="FFFFFF" w:themeColor="background1"/>
                <w:sz w:val="20"/>
                <w:szCs w:val="20"/>
              </w:rPr>
            </w:pPr>
            <w:r w:rsidRPr="00811261">
              <w:rPr>
                <w:b/>
                <w:noProof/>
                <w:color w:val="FFFFFF" w:themeColor="background1"/>
                <w:sz w:val="20"/>
                <w:szCs w:val="20"/>
              </w:rPr>
              <w:pict>
                <v:rect id="_x0000_s1211" style="position:absolute;margin-left:82pt;margin-top:50pt;width:24.25pt;height:24.8pt;z-index:251755520;mso-position-horizontal-relative:text;mso-position-vertical-relative:text" fillcolor="white [3212]" strokecolor="black [3213]" strokeweight="1pt">
                  <v:fill color2="#b6dde8 [1304]"/>
                  <v:shadow on="t" type="perspective" color="#205867 [1608]" opacity=".5" offset="1pt" offset2="-3pt"/>
                  <o:extrusion v:ext="view" rotationangle="-5"/>
                </v:rect>
              </w:pict>
            </w:r>
            <w:r w:rsidR="00652BED" w:rsidRPr="00811261">
              <w:rPr>
                <w:color w:val="FFFFFF" w:themeColor="background1"/>
                <w:sz w:val="20"/>
                <w:szCs w:val="20"/>
              </w:rPr>
              <w:t>Meets “good” criteria and weaves together information from at least five resource to create something original</w:t>
            </w:r>
          </w:p>
        </w:tc>
      </w:tr>
    </w:tbl>
    <w:p w:rsidR="00C51E98" w:rsidRDefault="00C51E98" w:rsidP="008A4F8A"/>
    <w:sectPr w:rsidR="00C51E98" w:rsidSect="00F62E30">
      <w:pgSz w:w="15840" w:h="12240" w:orient="landscape"/>
      <w:pgMar w:top="720" w:right="720" w:bottom="27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82C8D"/>
    <w:multiLevelType w:val="hybridMultilevel"/>
    <w:tmpl w:val="1E6A4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2F5E9F"/>
    <w:rsid w:val="00001F6B"/>
    <w:rsid w:val="000024EC"/>
    <w:rsid w:val="000041E9"/>
    <w:rsid w:val="00004C98"/>
    <w:rsid w:val="000074B2"/>
    <w:rsid w:val="00007AEA"/>
    <w:rsid w:val="00007BC8"/>
    <w:rsid w:val="00010D95"/>
    <w:rsid w:val="0001239D"/>
    <w:rsid w:val="00014244"/>
    <w:rsid w:val="0002316D"/>
    <w:rsid w:val="00025773"/>
    <w:rsid w:val="00026191"/>
    <w:rsid w:val="00027183"/>
    <w:rsid w:val="0003523B"/>
    <w:rsid w:val="00035252"/>
    <w:rsid w:val="00037FAD"/>
    <w:rsid w:val="00040C5A"/>
    <w:rsid w:val="00044782"/>
    <w:rsid w:val="000456A7"/>
    <w:rsid w:val="00046E7F"/>
    <w:rsid w:val="00047BE1"/>
    <w:rsid w:val="000502DC"/>
    <w:rsid w:val="00051B70"/>
    <w:rsid w:val="00054952"/>
    <w:rsid w:val="00055166"/>
    <w:rsid w:val="00061464"/>
    <w:rsid w:val="00065D7F"/>
    <w:rsid w:val="000765CB"/>
    <w:rsid w:val="00083E21"/>
    <w:rsid w:val="00087FD6"/>
    <w:rsid w:val="00091B48"/>
    <w:rsid w:val="00095ED6"/>
    <w:rsid w:val="000979A4"/>
    <w:rsid w:val="000A25AA"/>
    <w:rsid w:val="000A3FEA"/>
    <w:rsid w:val="000A5891"/>
    <w:rsid w:val="000B04C2"/>
    <w:rsid w:val="000B4474"/>
    <w:rsid w:val="000B4DA4"/>
    <w:rsid w:val="000C6AF3"/>
    <w:rsid w:val="000C72CF"/>
    <w:rsid w:val="000C7342"/>
    <w:rsid w:val="000D5EE2"/>
    <w:rsid w:val="000E5F32"/>
    <w:rsid w:val="000F0E74"/>
    <w:rsid w:val="000F1B85"/>
    <w:rsid w:val="000F42EB"/>
    <w:rsid w:val="00104840"/>
    <w:rsid w:val="001051C6"/>
    <w:rsid w:val="001106AE"/>
    <w:rsid w:val="00111ADE"/>
    <w:rsid w:val="001159AD"/>
    <w:rsid w:val="001170E9"/>
    <w:rsid w:val="00117A3D"/>
    <w:rsid w:val="00120DCA"/>
    <w:rsid w:val="00126255"/>
    <w:rsid w:val="00136326"/>
    <w:rsid w:val="00136403"/>
    <w:rsid w:val="00147DB7"/>
    <w:rsid w:val="00162F9B"/>
    <w:rsid w:val="00164C88"/>
    <w:rsid w:val="001768C7"/>
    <w:rsid w:val="00184B5A"/>
    <w:rsid w:val="00190896"/>
    <w:rsid w:val="0019350B"/>
    <w:rsid w:val="001A0E64"/>
    <w:rsid w:val="001A3D97"/>
    <w:rsid w:val="001A4A82"/>
    <w:rsid w:val="001A4E84"/>
    <w:rsid w:val="001A513D"/>
    <w:rsid w:val="001A6C6A"/>
    <w:rsid w:val="001B1DA2"/>
    <w:rsid w:val="001B49C2"/>
    <w:rsid w:val="001B5E54"/>
    <w:rsid w:val="001C2583"/>
    <w:rsid w:val="001D3D2D"/>
    <w:rsid w:val="001E6B65"/>
    <w:rsid w:val="001F0D0A"/>
    <w:rsid w:val="001F6FD6"/>
    <w:rsid w:val="002028BF"/>
    <w:rsid w:val="00213D5F"/>
    <w:rsid w:val="00221D14"/>
    <w:rsid w:val="00226C42"/>
    <w:rsid w:val="00227407"/>
    <w:rsid w:val="00230D6E"/>
    <w:rsid w:val="0023366B"/>
    <w:rsid w:val="00233E0A"/>
    <w:rsid w:val="00241CD2"/>
    <w:rsid w:val="00242B7F"/>
    <w:rsid w:val="00243428"/>
    <w:rsid w:val="00247462"/>
    <w:rsid w:val="002525E7"/>
    <w:rsid w:val="0025511C"/>
    <w:rsid w:val="00260B41"/>
    <w:rsid w:val="0026518A"/>
    <w:rsid w:val="00273718"/>
    <w:rsid w:val="00274D92"/>
    <w:rsid w:val="0028156D"/>
    <w:rsid w:val="00285F7E"/>
    <w:rsid w:val="0028743C"/>
    <w:rsid w:val="00291DC6"/>
    <w:rsid w:val="00292E90"/>
    <w:rsid w:val="002A04A2"/>
    <w:rsid w:val="002A1106"/>
    <w:rsid w:val="002A733B"/>
    <w:rsid w:val="002B26DC"/>
    <w:rsid w:val="002B407B"/>
    <w:rsid w:val="002B7AFE"/>
    <w:rsid w:val="002C0BE9"/>
    <w:rsid w:val="002C20F3"/>
    <w:rsid w:val="002C334B"/>
    <w:rsid w:val="002C4620"/>
    <w:rsid w:val="002C49C1"/>
    <w:rsid w:val="002D6D6C"/>
    <w:rsid w:val="002E130F"/>
    <w:rsid w:val="002E3970"/>
    <w:rsid w:val="002E535F"/>
    <w:rsid w:val="002E5C17"/>
    <w:rsid w:val="002E6FBC"/>
    <w:rsid w:val="002F2A2B"/>
    <w:rsid w:val="002F57BF"/>
    <w:rsid w:val="002F5E9F"/>
    <w:rsid w:val="00300045"/>
    <w:rsid w:val="00310039"/>
    <w:rsid w:val="0032292D"/>
    <w:rsid w:val="00322F56"/>
    <w:rsid w:val="00326A4B"/>
    <w:rsid w:val="00332941"/>
    <w:rsid w:val="00341FEA"/>
    <w:rsid w:val="00342560"/>
    <w:rsid w:val="00344B93"/>
    <w:rsid w:val="00345633"/>
    <w:rsid w:val="00350E50"/>
    <w:rsid w:val="00354366"/>
    <w:rsid w:val="003560D2"/>
    <w:rsid w:val="00356B1D"/>
    <w:rsid w:val="003666E5"/>
    <w:rsid w:val="0036679F"/>
    <w:rsid w:val="00366E45"/>
    <w:rsid w:val="00372FAA"/>
    <w:rsid w:val="00382340"/>
    <w:rsid w:val="00382A38"/>
    <w:rsid w:val="00383F9E"/>
    <w:rsid w:val="00385EEE"/>
    <w:rsid w:val="00387FC2"/>
    <w:rsid w:val="003911D5"/>
    <w:rsid w:val="00391BA2"/>
    <w:rsid w:val="00392938"/>
    <w:rsid w:val="00394E18"/>
    <w:rsid w:val="003A3B87"/>
    <w:rsid w:val="003A4B69"/>
    <w:rsid w:val="003B670F"/>
    <w:rsid w:val="003D0303"/>
    <w:rsid w:val="003D2FFB"/>
    <w:rsid w:val="003E2354"/>
    <w:rsid w:val="003E44A1"/>
    <w:rsid w:val="003E463F"/>
    <w:rsid w:val="003E546B"/>
    <w:rsid w:val="003E5E3F"/>
    <w:rsid w:val="003E608E"/>
    <w:rsid w:val="003F3FAD"/>
    <w:rsid w:val="0041261D"/>
    <w:rsid w:val="00416BF8"/>
    <w:rsid w:val="0042275B"/>
    <w:rsid w:val="0042428A"/>
    <w:rsid w:val="0043087C"/>
    <w:rsid w:val="004316A5"/>
    <w:rsid w:val="004343F2"/>
    <w:rsid w:val="00436CB3"/>
    <w:rsid w:val="00437DBD"/>
    <w:rsid w:val="00440889"/>
    <w:rsid w:val="004425B2"/>
    <w:rsid w:val="004460F3"/>
    <w:rsid w:val="00451F1D"/>
    <w:rsid w:val="004526EE"/>
    <w:rsid w:val="00453BF7"/>
    <w:rsid w:val="00457A2F"/>
    <w:rsid w:val="00462CC6"/>
    <w:rsid w:val="00466FC7"/>
    <w:rsid w:val="00470F29"/>
    <w:rsid w:val="00471491"/>
    <w:rsid w:val="00472845"/>
    <w:rsid w:val="0048086F"/>
    <w:rsid w:val="004809E1"/>
    <w:rsid w:val="004821D2"/>
    <w:rsid w:val="00483ADD"/>
    <w:rsid w:val="00484851"/>
    <w:rsid w:val="0048689E"/>
    <w:rsid w:val="00493D3B"/>
    <w:rsid w:val="004A1D3E"/>
    <w:rsid w:val="004A1DB4"/>
    <w:rsid w:val="004A2FD6"/>
    <w:rsid w:val="004A3AE5"/>
    <w:rsid w:val="004A681E"/>
    <w:rsid w:val="004B00F6"/>
    <w:rsid w:val="004B0DC0"/>
    <w:rsid w:val="004B1F2D"/>
    <w:rsid w:val="004B270C"/>
    <w:rsid w:val="004B2977"/>
    <w:rsid w:val="004B38E5"/>
    <w:rsid w:val="004B3C88"/>
    <w:rsid w:val="004B76DE"/>
    <w:rsid w:val="004C3EDF"/>
    <w:rsid w:val="004C49E2"/>
    <w:rsid w:val="004C61C6"/>
    <w:rsid w:val="004D1A09"/>
    <w:rsid w:val="004D1B26"/>
    <w:rsid w:val="004D2E15"/>
    <w:rsid w:val="004D38DF"/>
    <w:rsid w:val="004E49CB"/>
    <w:rsid w:val="004E7211"/>
    <w:rsid w:val="004F2725"/>
    <w:rsid w:val="004F6968"/>
    <w:rsid w:val="00500A05"/>
    <w:rsid w:val="005018E6"/>
    <w:rsid w:val="005108B6"/>
    <w:rsid w:val="00514CCA"/>
    <w:rsid w:val="005155CB"/>
    <w:rsid w:val="005159BD"/>
    <w:rsid w:val="00515E7C"/>
    <w:rsid w:val="00520040"/>
    <w:rsid w:val="00520284"/>
    <w:rsid w:val="00524412"/>
    <w:rsid w:val="005247D1"/>
    <w:rsid w:val="00526B46"/>
    <w:rsid w:val="00530A6F"/>
    <w:rsid w:val="00536587"/>
    <w:rsid w:val="00544EA5"/>
    <w:rsid w:val="005466E1"/>
    <w:rsid w:val="005531BE"/>
    <w:rsid w:val="00553726"/>
    <w:rsid w:val="00592840"/>
    <w:rsid w:val="0059367D"/>
    <w:rsid w:val="00593A3E"/>
    <w:rsid w:val="005940AF"/>
    <w:rsid w:val="00594E24"/>
    <w:rsid w:val="00595467"/>
    <w:rsid w:val="0059710A"/>
    <w:rsid w:val="005A56B6"/>
    <w:rsid w:val="005B4373"/>
    <w:rsid w:val="005B50C1"/>
    <w:rsid w:val="005B7024"/>
    <w:rsid w:val="005C2D97"/>
    <w:rsid w:val="005C3A37"/>
    <w:rsid w:val="005C7EED"/>
    <w:rsid w:val="005D118C"/>
    <w:rsid w:val="005E3C1E"/>
    <w:rsid w:val="005E4ABC"/>
    <w:rsid w:val="005F32A3"/>
    <w:rsid w:val="005F3B37"/>
    <w:rsid w:val="005F4062"/>
    <w:rsid w:val="005F6180"/>
    <w:rsid w:val="005F6FDE"/>
    <w:rsid w:val="00602937"/>
    <w:rsid w:val="00604AE3"/>
    <w:rsid w:val="006069E0"/>
    <w:rsid w:val="006073B6"/>
    <w:rsid w:val="006102D9"/>
    <w:rsid w:val="006124A4"/>
    <w:rsid w:val="0062251E"/>
    <w:rsid w:val="00622EB5"/>
    <w:rsid w:val="006236C9"/>
    <w:rsid w:val="00625F8F"/>
    <w:rsid w:val="0062665A"/>
    <w:rsid w:val="006345A9"/>
    <w:rsid w:val="00640182"/>
    <w:rsid w:val="00640D2D"/>
    <w:rsid w:val="00642ABF"/>
    <w:rsid w:val="006511D8"/>
    <w:rsid w:val="00652BED"/>
    <w:rsid w:val="0065796B"/>
    <w:rsid w:val="006619B9"/>
    <w:rsid w:val="0067067E"/>
    <w:rsid w:val="00671EED"/>
    <w:rsid w:val="0067405E"/>
    <w:rsid w:val="0067662E"/>
    <w:rsid w:val="00683B12"/>
    <w:rsid w:val="0068554B"/>
    <w:rsid w:val="006A163B"/>
    <w:rsid w:val="006A3FD9"/>
    <w:rsid w:val="006B2B52"/>
    <w:rsid w:val="006C097A"/>
    <w:rsid w:val="006C7653"/>
    <w:rsid w:val="006D1CEC"/>
    <w:rsid w:val="006D741E"/>
    <w:rsid w:val="006E1AC9"/>
    <w:rsid w:val="006E36B1"/>
    <w:rsid w:val="006E5CEC"/>
    <w:rsid w:val="006E72C1"/>
    <w:rsid w:val="006F2E74"/>
    <w:rsid w:val="007009A0"/>
    <w:rsid w:val="00702BA2"/>
    <w:rsid w:val="007034CD"/>
    <w:rsid w:val="007037BF"/>
    <w:rsid w:val="00704E4E"/>
    <w:rsid w:val="00705650"/>
    <w:rsid w:val="0070617F"/>
    <w:rsid w:val="00711358"/>
    <w:rsid w:val="0072190E"/>
    <w:rsid w:val="0072501E"/>
    <w:rsid w:val="0072504C"/>
    <w:rsid w:val="0073363B"/>
    <w:rsid w:val="0073570A"/>
    <w:rsid w:val="00736F46"/>
    <w:rsid w:val="00737918"/>
    <w:rsid w:val="007429EB"/>
    <w:rsid w:val="00747793"/>
    <w:rsid w:val="00751882"/>
    <w:rsid w:val="00752577"/>
    <w:rsid w:val="00767896"/>
    <w:rsid w:val="00772415"/>
    <w:rsid w:val="00773AD5"/>
    <w:rsid w:val="00773D2D"/>
    <w:rsid w:val="00777BF8"/>
    <w:rsid w:val="0078310C"/>
    <w:rsid w:val="00783CDB"/>
    <w:rsid w:val="00786A30"/>
    <w:rsid w:val="007934FC"/>
    <w:rsid w:val="00793822"/>
    <w:rsid w:val="007945DD"/>
    <w:rsid w:val="0079766C"/>
    <w:rsid w:val="007A3B10"/>
    <w:rsid w:val="007A5B28"/>
    <w:rsid w:val="007A5FCD"/>
    <w:rsid w:val="007A7462"/>
    <w:rsid w:val="007B08EA"/>
    <w:rsid w:val="007B110C"/>
    <w:rsid w:val="007B2160"/>
    <w:rsid w:val="007B7C16"/>
    <w:rsid w:val="007C3106"/>
    <w:rsid w:val="007C443E"/>
    <w:rsid w:val="007D1DB9"/>
    <w:rsid w:val="007D39EA"/>
    <w:rsid w:val="007D6C63"/>
    <w:rsid w:val="007E1482"/>
    <w:rsid w:val="007E5209"/>
    <w:rsid w:val="007E554F"/>
    <w:rsid w:val="007F043B"/>
    <w:rsid w:val="007F0E9E"/>
    <w:rsid w:val="007F52E6"/>
    <w:rsid w:val="0080623F"/>
    <w:rsid w:val="008071E9"/>
    <w:rsid w:val="00807676"/>
    <w:rsid w:val="00811261"/>
    <w:rsid w:val="00813EEB"/>
    <w:rsid w:val="00815471"/>
    <w:rsid w:val="00817203"/>
    <w:rsid w:val="008227F8"/>
    <w:rsid w:val="00823716"/>
    <w:rsid w:val="00823F6D"/>
    <w:rsid w:val="008266ED"/>
    <w:rsid w:val="008324BA"/>
    <w:rsid w:val="00832EDB"/>
    <w:rsid w:val="00834D5F"/>
    <w:rsid w:val="00837471"/>
    <w:rsid w:val="00840302"/>
    <w:rsid w:val="00841B83"/>
    <w:rsid w:val="008423A3"/>
    <w:rsid w:val="00842ECB"/>
    <w:rsid w:val="008440B0"/>
    <w:rsid w:val="008462C6"/>
    <w:rsid w:val="0084744B"/>
    <w:rsid w:val="008566A8"/>
    <w:rsid w:val="00856D11"/>
    <w:rsid w:val="008722C2"/>
    <w:rsid w:val="008737AD"/>
    <w:rsid w:val="0087465D"/>
    <w:rsid w:val="00874D26"/>
    <w:rsid w:val="008769D2"/>
    <w:rsid w:val="00882922"/>
    <w:rsid w:val="00883DE3"/>
    <w:rsid w:val="00884C35"/>
    <w:rsid w:val="00885CD3"/>
    <w:rsid w:val="00886F2F"/>
    <w:rsid w:val="00887AF1"/>
    <w:rsid w:val="00890809"/>
    <w:rsid w:val="008908A5"/>
    <w:rsid w:val="00895974"/>
    <w:rsid w:val="008A0595"/>
    <w:rsid w:val="008A0F3D"/>
    <w:rsid w:val="008A4F8A"/>
    <w:rsid w:val="008B34A8"/>
    <w:rsid w:val="008B3B83"/>
    <w:rsid w:val="008B6E19"/>
    <w:rsid w:val="008C30E4"/>
    <w:rsid w:val="008C4639"/>
    <w:rsid w:val="008C6C66"/>
    <w:rsid w:val="008D077D"/>
    <w:rsid w:val="008E3B7B"/>
    <w:rsid w:val="008E5DBA"/>
    <w:rsid w:val="008E7793"/>
    <w:rsid w:val="00903D43"/>
    <w:rsid w:val="00906041"/>
    <w:rsid w:val="00912285"/>
    <w:rsid w:val="009139CD"/>
    <w:rsid w:val="00916EBA"/>
    <w:rsid w:val="0091720C"/>
    <w:rsid w:val="009172C9"/>
    <w:rsid w:val="009205A9"/>
    <w:rsid w:val="00920DCF"/>
    <w:rsid w:val="00926094"/>
    <w:rsid w:val="00927B2C"/>
    <w:rsid w:val="00927B3D"/>
    <w:rsid w:val="00930CD6"/>
    <w:rsid w:val="00930EBD"/>
    <w:rsid w:val="00934E6A"/>
    <w:rsid w:val="0093512E"/>
    <w:rsid w:val="00936EBF"/>
    <w:rsid w:val="0093779B"/>
    <w:rsid w:val="0094295D"/>
    <w:rsid w:val="0094449A"/>
    <w:rsid w:val="00944D4B"/>
    <w:rsid w:val="00944F43"/>
    <w:rsid w:val="00947AC4"/>
    <w:rsid w:val="00950983"/>
    <w:rsid w:val="00950D1A"/>
    <w:rsid w:val="00952B29"/>
    <w:rsid w:val="00952DAF"/>
    <w:rsid w:val="009533C9"/>
    <w:rsid w:val="00955457"/>
    <w:rsid w:val="00965BBA"/>
    <w:rsid w:val="00967E62"/>
    <w:rsid w:val="00972556"/>
    <w:rsid w:val="009732D4"/>
    <w:rsid w:val="00973312"/>
    <w:rsid w:val="00974867"/>
    <w:rsid w:val="00974EBD"/>
    <w:rsid w:val="009756BE"/>
    <w:rsid w:val="009772B4"/>
    <w:rsid w:val="0097798C"/>
    <w:rsid w:val="00977A3E"/>
    <w:rsid w:val="00977A46"/>
    <w:rsid w:val="0098090B"/>
    <w:rsid w:val="00980CB8"/>
    <w:rsid w:val="00987ACE"/>
    <w:rsid w:val="009A4CB1"/>
    <w:rsid w:val="009A546B"/>
    <w:rsid w:val="009A76F0"/>
    <w:rsid w:val="009B03DD"/>
    <w:rsid w:val="009B1D73"/>
    <w:rsid w:val="009B638A"/>
    <w:rsid w:val="009B7846"/>
    <w:rsid w:val="009C3C11"/>
    <w:rsid w:val="009C42E3"/>
    <w:rsid w:val="009C74A1"/>
    <w:rsid w:val="009D0D36"/>
    <w:rsid w:val="009D1E65"/>
    <w:rsid w:val="009D50B1"/>
    <w:rsid w:val="009D5831"/>
    <w:rsid w:val="009E42A7"/>
    <w:rsid w:val="009E4A65"/>
    <w:rsid w:val="009E5F6E"/>
    <w:rsid w:val="009F0888"/>
    <w:rsid w:val="009F2ACD"/>
    <w:rsid w:val="009F565D"/>
    <w:rsid w:val="009F5C35"/>
    <w:rsid w:val="009F7FED"/>
    <w:rsid w:val="00A02C02"/>
    <w:rsid w:val="00A060C2"/>
    <w:rsid w:val="00A129F0"/>
    <w:rsid w:val="00A15D6A"/>
    <w:rsid w:val="00A24A1B"/>
    <w:rsid w:val="00A2597D"/>
    <w:rsid w:val="00A3658A"/>
    <w:rsid w:val="00A37134"/>
    <w:rsid w:val="00A37F3E"/>
    <w:rsid w:val="00A41E1D"/>
    <w:rsid w:val="00A52825"/>
    <w:rsid w:val="00A6266C"/>
    <w:rsid w:val="00A63583"/>
    <w:rsid w:val="00A63DCA"/>
    <w:rsid w:val="00A63F2B"/>
    <w:rsid w:val="00A64AD9"/>
    <w:rsid w:val="00A6659D"/>
    <w:rsid w:val="00A70C96"/>
    <w:rsid w:val="00A7299C"/>
    <w:rsid w:val="00A81490"/>
    <w:rsid w:val="00A82B2C"/>
    <w:rsid w:val="00A8414F"/>
    <w:rsid w:val="00A86954"/>
    <w:rsid w:val="00A92B24"/>
    <w:rsid w:val="00A92BFC"/>
    <w:rsid w:val="00A95281"/>
    <w:rsid w:val="00AA2FA9"/>
    <w:rsid w:val="00AA77EB"/>
    <w:rsid w:val="00AB317F"/>
    <w:rsid w:val="00AB36C0"/>
    <w:rsid w:val="00AB690F"/>
    <w:rsid w:val="00AB7075"/>
    <w:rsid w:val="00AC0317"/>
    <w:rsid w:val="00AC0AE5"/>
    <w:rsid w:val="00AC73A1"/>
    <w:rsid w:val="00AD0724"/>
    <w:rsid w:val="00AD101B"/>
    <w:rsid w:val="00AD1AE8"/>
    <w:rsid w:val="00AD7153"/>
    <w:rsid w:val="00AE0C38"/>
    <w:rsid w:val="00AE48FD"/>
    <w:rsid w:val="00AE50FC"/>
    <w:rsid w:val="00AF58B2"/>
    <w:rsid w:val="00AF7171"/>
    <w:rsid w:val="00AF7D37"/>
    <w:rsid w:val="00B0032E"/>
    <w:rsid w:val="00B01560"/>
    <w:rsid w:val="00B07608"/>
    <w:rsid w:val="00B106EB"/>
    <w:rsid w:val="00B13247"/>
    <w:rsid w:val="00B14110"/>
    <w:rsid w:val="00B25584"/>
    <w:rsid w:val="00B335C2"/>
    <w:rsid w:val="00B36956"/>
    <w:rsid w:val="00B5031D"/>
    <w:rsid w:val="00B533A5"/>
    <w:rsid w:val="00B55B1E"/>
    <w:rsid w:val="00B577B7"/>
    <w:rsid w:val="00B57E55"/>
    <w:rsid w:val="00B74F9C"/>
    <w:rsid w:val="00B86C6E"/>
    <w:rsid w:val="00B9603C"/>
    <w:rsid w:val="00BA01E1"/>
    <w:rsid w:val="00BA796B"/>
    <w:rsid w:val="00BC2064"/>
    <w:rsid w:val="00BC34FF"/>
    <w:rsid w:val="00BC5260"/>
    <w:rsid w:val="00BD14B0"/>
    <w:rsid w:val="00BD3B76"/>
    <w:rsid w:val="00BD51EB"/>
    <w:rsid w:val="00BD6DD3"/>
    <w:rsid w:val="00BD79DC"/>
    <w:rsid w:val="00BE08EC"/>
    <w:rsid w:val="00BE0B15"/>
    <w:rsid w:val="00BE0FA5"/>
    <w:rsid w:val="00BE34A0"/>
    <w:rsid w:val="00BE4E81"/>
    <w:rsid w:val="00BE50A2"/>
    <w:rsid w:val="00BE7DDD"/>
    <w:rsid w:val="00BF32F1"/>
    <w:rsid w:val="00BF5049"/>
    <w:rsid w:val="00BF6864"/>
    <w:rsid w:val="00BF7120"/>
    <w:rsid w:val="00C0442A"/>
    <w:rsid w:val="00C07101"/>
    <w:rsid w:val="00C07FEB"/>
    <w:rsid w:val="00C21973"/>
    <w:rsid w:val="00C22F37"/>
    <w:rsid w:val="00C25C3F"/>
    <w:rsid w:val="00C2763D"/>
    <w:rsid w:val="00C27759"/>
    <w:rsid w:val="00C35350"/>
    <w:rsid w:val="00C3746A"/>
    <w:rsid w:val="00C37C11"/>
    <w:rsid w:val="00C44599"/>
    <w:rsid w:val="00C44E6F"/>
    <w:rsid w:val="00C47B53"/>
    <w:rsid w:val="00C51E98"/>
    <w:rsid w:val="00C54672"/>
    <w:rsid w:val="00C60618"/>
    <w:rsid w:val="00C60E10"/>
    <w:rsid w:val="00C63C0D"/>
    <w:rsid w:val="00C63C9F"/>
    <w:rsid w:val="00C642E7"/>
    <w:rsid w:val="00C64746"/>
    <w:rsid w:val="00C67A33"/>
    <w:rsid w:val="00C72298"/>
    <w:rsid w:val="00C75A5A"/>
    <w:rsid w:val="00C75FDD"/>
    <w:rsid w:val="00C80B3D"/>
    <w:rsid w:val="00C820CC"/>
    <w:rsid w:val="00C82B61"/>
    <w:rsid w:val="00C924B4"/>
    <w:rsid w:val="00C944C5"/>
    <w:rsid w:val="00C95431"/>
    <w:rsid w:val="00C96295"/>
    <w:rsid w:val="00CA5008"/>
    <w:rsid w:val="00CA6E90"/>
    <w:rsid w:val="00CA7768"/>
    <w:rsid w:val="00CA7A5E"/>
    <w:rsid w:val="00CB7918"/>
    <w:rsid w:val="00CC3A24"/>
    <w:rsid w:val="00CC5EC3"/>
    <w:rsid w:val="00CC60BB"/>
    <w:rsid w:val="00CC60C2"/>
    <w:rsid w:val="00CC6288"/>
    <w:rsid w:val="00CC7DFF"/>
    <w:rsid w:val="00CD0193"/>
    <w:rsid w:val="00CD4039"/>
    <w:rsid w:val="00CD60CD"/>
    <w:rsid w:val="00CE28EA"/>
    <w:rsid w:val="00CE79B4"/>
    <w:rsid w:val="00CF1005"/>
    <w:rsid w:val="00CF4E95"/>
    <w:rsid w:val="00D0024F"/>
    <w:rsid w:val="00D13254"/>
    <w:rsid w:val="00D15117"/>
    <w:rsid w:val="00D15465"/>
    <w:rsid w:val="00D1762A"/>
    <w:rsid w:val="00D236EB"/>
    <w:rsid w:val="00D3068F"/>
    <w:rsid w:val="00D32E6A"/>
    <w:rsid w:val="00D32EBB"/>
    <w:rsid w:val="00D335F5"/>
    <w:rsid w:val="00D4132C"/>
    <w:rsid w:val="00D46CE4"/>
    <w:rsid w:val="00D47C77"/>
    <w:rsid w:val="00D514A8"/>
    <w:rsid w:val="00D51913"/>
    <w:rsid w:val="00D71F28"/>
    <w:rsid w:val="00D72E41"/>
    <w:rsid w:val="00D75BCF"/>
    <w:rsid w:val="00D77738"/>
    <w:rsid w:val="00D850E4"/>
    <w:rsid w:val="00D867E4"/>
    <w:rsid w:val="00D90FBB"/>
    <w:rsid w:val="00D924FB"/>
    <w:rsid w:val="00D93F22"/>
    <w:rsid w:val="00D96535"/>
    <w:rsid w:val="00DA0A28"/>
    <w:rsid w:val="00DA5149"/>
    <w:rsid w:val="00DB3BD0"/>
    <w:rsid w:val="00DB4193"/>
    <w:rsid w:val="00DB597E"/>
    <w:rsid w:val="00DB69FF"/>
    <w:rsid w:val="00DB7190"/>
    <w:rsid w:val="00DC0993"/>
    <w:rsid w:val="00DC169E"/>
    <w:rsid w:val="00DC1EDC"/>
    <w:rsid w:val="00DC3841"/>
    <w:rsid w:val="00DC3B30"/>
    <w:rsid w:val="00DD13AC"/>
    <w:rsid w:val="00DD32E0"/>
    <w:rsid w:val="00DD3C12"/>
    <w:rsid w:val="00DE2E12"/>
    <w:rsid w:val="00E00998"/>
    <w:rsid w:val="00E034FF"/>
    <w:rsid w:val="00E054F9"/>
    <w:rsid w:val="00E10037"/>
    <w:rsid w:val="00E15BB7"/>
    <w:rsid w:val="00E23AB9"/>
    <w:rsid w:val="00E24B02"/>
    <w:rsid w:val="00E250FA"/>
    <w:rsid w:val="00E267CB"/>
    <w:rsid w:val="00E35692"/>
    <w:rsid w:val="00E407DE"/>
    <w:rsid w:val="00E427D5"/>
    <w:rsid w:val="00E43B90"/>
    <w:rsid w:val="00E44E23"/>
    <w:rsid w:val="00E46CD6"/>
    <w:rsid w:val="00E64B38"/>
    <w:rsid w:val="00E64C72"/>
    <w:rsid w:val="00E65948"/>
    <w:rsid w:val="00E77B1F"/>
    <w:rsid w:val="00E805A0"/>
    <w:rsid w:val="00E81F81"/>
    <w:rsid w:val="00E841C4"/>
    <w:rsid w:val="00E85BD1"/>
    <w:rsid w:val="00E94955"/>
    <w:rsid w:val="00E96F0E"/>
    <w:rsid w:val="00E97C6F"/>
    <w:rsid w:val="00EA01B7"/>
    <w:rsid w:val="00EA07F0"/>
    <w:rsid w:val="00EA453E"/>
    <w:rsid w:val="00EA4EC7"/>
    <w:rsid w:val="00EB0C56"/>
    <w:rsid w:val="00EB6576"/>
    <w:rsid w:val="00EB6878"/>
    <w:rsid w:val="00EB69D8"/>
    <w:rsid w:val="00EC0F5F"/>
    <w:rsid w:val="00ED253D"/>
    <w:rsid w:val="00ED7AE3"/>
    <w:rsid w:val="00ED7DB4"/>
    <w:rsid w:val="00EE34E6"/>
    <w:rsid w:val="00EE6026"/>
    <w:rsid w:val="00EF373B"/>
    <w:rsid w:val="00EF43CF"/>
    <w:rsid w:val="00EF561B"/>
    <w:rsid w:val="00EF6F8B"/>
    <w:rsid w:val="00EF7C8A"/>
    <w:rsid w:val="00F02B4B"/>
    <w:rsid w:val="00F11D91"/>
    <w:rsid w:val="00F151AE"/>
    <w:rsid w:val="00F2314D"/>
    <w:rsid w:val="00F31BB2"/>
    <w:rsid w:val="00F3453F"/>
    <w:rsid w:val="00F37334"/>
    <w:rsid w:val="00F4584F"/>
    <w:rsid w:val="00F520EB"/>
    <w:rsid w:val="00F52916"/>
    <w:rsid w:val="00F5378A"/>
    <w:rsid w:val="00F53E7E"/>
    <w:rsid w:val="00F53FD3"/>
    <w:rsid w:val="00F546C7"/>
    <w:rsid w:val="00F578D2"/>
    <w:rsid w:val="00F615CB"/>
    <w:rsid w:val="00F62E30"/>
    <w:rsid w:val="00F64262"/>
    <w:rsid w:val="00F6606C"/>
    <w:rsid w:val="00F66C5A"/>
    <w:rsid w:val="00F7545A"/>
    <w:rsid w:val="00F778A8"/>
    <w:rsid w:val="00F77E1B"/>
    <w:rsid w:val="00F84DED"/>
    <w:rsid w:val="00F944BB"/>
    <w:rsid w:val="00F94FDB"/>
    <w:rsid w:val="00F9571A"/>
    <w:rsid w:val="00FA1B70"/>
    <w:rsid w:val="00FA3520"/>
    <w:rsid w:val="00FA450B"/>
    <w:rsid w:val="00FA4A6E"/>
    <w:rsid w:val="00FB1719"/>
    <w:rsid w:val="00FC4847"/>
    <w:rsid w:val="00FC54A9"/>
    <w:rsid w:val="00FC69C3"/>
    <w:rsid w:val="00FD0007"/>
    <w:rsid w:val="00FE7738"/>
    <w:rsid w:val="00FF58F8"/>
    <w:rsid w:val="00FF7652"/>
    <w:rsid w:val="00FF7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8">
      <o:colormenu v:ext="edit" fillcolor="none" strokecolor="none" extrusioncolor="none"/>
    </o:shapedefaults>
    <o:shapelayout v:ext="edit">
      <o:idmap v:ext="edit" data="1"/>
      <o:rules v:ext="edit">
        <o:r id="V:Rule4" type="connector" idref="#_x0000_s1031"/>
        <o:r id="V:Rule5" type="connector" idref="#_x0000_s1030"/>
        <o:r id="V:Rule6" type="connector" idref="#_x0000_s1032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E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58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lter\My%20Documents\Sample%20Rubrics\5%20grading%20category%20rub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 grading category rubric</Template>
  <TotalTime>3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driverw</cp:lastModifiedBy>
  <cp:revision>3</cp:revision>
  <dcterms:created xsi:type="dcterms:W3CDTF">2010-04-29T16:53:00Z</dcterms:created>
  <dcterms:modified xsi:type="dcterms:W3CDTF">2010-05-25T14:35:00Z</dcterms:modified>
</cp:coreProperties>
</file>